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8D5E42">
        <w:rPr>
          <w:rFonts w:ascii="Times New Roman" w:hAnsi="Times New Roman"/>
          <w:b/>
          <w:bCs/>
          <w:sz w:val="24"/>
          <w:szCs w:val="24"/>
        </w:rPr>
        <w:tab/>
      </w:r>
      <w:r w:rsidRPr="008D5E42">
        <w:rPr>
          <w:rFonts w:ascii="Times New Roman" w:hAnsi="Times New Roman"/>
          <w:b/>
          <w:bCs/>
          <w:sz w:val="24"/>
          <w:szCs w:val="24"/>
        </w:rPr>
        <w:tab/>
      </w:r>
      <w:r w:rsidRPr="008D5E42">
        <w:rPr>
          <w:rFonts w:ascii="Times New Roman" w:hAnsi="Times New Roman"/>
          <w:b/>
          <w:bCs/>
          <w:sz w:val="24"/>
          <w:szCs w:val="24"/>
        </w:rPr>
        <w:tab/>
      </w:r>
      <w:r w:rsidRPr="008D5E42">
        <w:rPr>
          <w:rFonts w:ascii="Times New Roman" w:hAnsi="Times New Roman"/>
          <w:b/>
          <w:bCs/>
          <w:sz w:val="24"/>
          <w:szCs w:val="24"/>
        </w:rPr>
        <w:tab/>
      </w:r>
      <w:r w:rsidRPr="008D5E4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8D5E42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8D5E42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8D5E42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8D5E42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8D5E42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8D5E42">
        <w:rPr>
          <w:rFonts w:ascii="Times New Roman" w:hAnsi="Times New Roman"/>
          <w:bCs/>
          <w:i/>
          <w:sz w:val="24"/>
          <w:szCs w:val="24"/>
        </w:rPr>
        <w:t>12/2019</w:t>
      </w:r>
    </w:p>
    <w:p w:rsidR="00E65F8B" w:rsidRPr="008D5E42" w:rsidRDefault="00E65F8B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85747A" w:rsidRPr="008D5E42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D5E42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D5E4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75C93" w:rsidRPr="008D5E42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8D5E42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8D5E42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8D5E42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8D5E42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8D5E42">
        <w:rPr>
          <w:rFonts w:ascii="Times New Roman" w:hAnsi="Times New Roman"/>
          <w:b/>
          <w:smallCaps/>
          <w:sz w:val="24"/>
          <w:szCs w:val="24"/>
        </w:rPr>
        <w:t>8</w:t>
      </w:r>
    </w:p>
    <w:p w:rsidR="00E65F8B" w:rsidRPr="008D5E42" w:rsidRDefault="00E65F8B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85747A" w:rsidRPr="008D5E42" w:rsidRDefault="00E65F8B" w:rsidP="00B84734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8927D9" w:rsidRPr="008D5E42">
        <w:rPr>
          <w:rFonts w:ascii="Times New Roman" w:hAnsi="Times New Roman"/>
          <w:sz w:val="24"/>
          <w:szCs w:val="24"/>
        </w:rPr>
        <w:t>20</w:t>
      </w:r>
      <w:r w:rsidR="007849AE" w:rsidRPr="008D5E42">
        <w:rPr>
          <w:rFonts w:ascii="Times New Roman" w:hAnsi="Times New Roman"/>
          <w:sz w:val="24"/>
          <w:szCs w:val="24"/>
        </w:rPr>
        <w:t>2</w:t>
      </w:r>
      <w:r w:rsidR="0041287D" w:rsidRPr="008D5E42">
        <w:rPr>
          <w:rFonts w:ascii="Times New Roman" w:hAnsi="Times New Roman"/>
          <w:sz w:val="24"/>
          <w:szCs w:val="24"/>
        </w:rPr>
        <w:t>4</w:t>
      </w:r>
      <w:r w:rsidR="00B84734">
        <w:rPr>
          <w:rFonts w:ascii="Times New Roman" w:hAnsi="Times New Roman"/>
          <w:sz w:val="24"/>
          <w:szCs w:val="24"/>
        </w:rPr>
        <w:t>-</w:t>
      </w:r>
      <w:r w:rsidR="008927D9" w:rsidRPr="008D5E42">
        <w:rPr>
          <w:rFonts w:ascii="Times New Roman" w:hAnsi="Times New Roman"/>
          <w:sz w:val="24"/>
          <w:szCs w:val="24"/>
        </w:rPr>
        <w:t>202</w:t>
      </w:r>
      <w:r w:rsidR="0041287D" w:rsidRPr="008D5E42">
        <w:rPr>
          <w:rFonts w:ascii="Times New Roman" w:hAnsi="Times New Roman"/>
          <w:sz w:val="24"/>
          <w:szCs w:val="24"/>
        </w:rPr>
        <w:t>5</w:t>
      </w:r>
    </w:p>
    <w:p w:rsidR="008927D9" w:rsidRPr="008D5E42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85747A" w:rsidRPr="008D5E42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8D5E42">
        <w:rPr>
          <w:szCs w:val="24"/>
        </w:rPr>
        <w:t xml:space="preserve">1. </w:t>
      </w:r>
      <w:r w:rsidR="0085747A" w:rsidRPr="008D5E42">
        <w:rPr>
          <w:szCs w:val="24"/>
        </w:rPr>
        <w:t xml:space="preserve">Podstawowe </w:t>
      </w:r>
      <w:r w:rsidR="00445970" w:rsidRPr="008D5E42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5E42" w:rsidTr="00B819C8">
        <w:tc>
          <w:tcPr>
            <w:tcW w:w="2694" w:type="dxa"/>
            <w:vAlign w:val="center"/>
          </w:tcPr>
          <w:p w:rsidR="0085747A" w:rsidRPr="008D5E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D5E4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84734" w:rsidRDefault="001F7CF9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B84734">
              <w:rPr>
                <w:sz w:val="24"/>
                <w:szCs w:val="24"/>
              </w:rPr>
              <w:t>Psychologia emocji i motywacji</w:t>
            </w:r>
          </w:p>
        </w:tc>
      </w:tr>
      <w:tr w:rsidR="0085747A" w:rsidRPr="008D5E42" w:rsidTr="00B819C8">
        <w:tc>
          <w:tcPr>
            <w:tcW w:w="2694" w:type="dxa"/>
            <w:vAlign w:val="center"/>
          </w:tcPr>
          <w:p w:rsidR="0085747A" w:rsidRPr="008D5E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D5E42">
              <w:rPr>
                <w:sz w:val="24"/>
                <w:szCs w:val="24"/>
              </w:rPr>
              <w:t>Kod przedmiotu</w:t>
            </w:r>
            <w:r w:rsidR="0085747A" w:rsidRPr="008D5E4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D5E4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8D5E42" w:rsidTr="00B819C8">
        <w:tc>
          <w:tcPr>
            <w:tcW w:w="2694" w:type="dxa"/>
            <w:vAlign w:val="center"/>
          </w:tcPr>
          <w:p w:rsidR="0085747A" w:rsidRPr="008D5E42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D5E42">
              <w:rPr>
                <w:sz w:val="24"/>
                <w:szCs w:val="24"/>
              </w:rPr>
              <w:t>N</w:t>
            </w:r>
            <w:r w:rsidR="0085747A" w:rsidRPr="008D5E42">
              <w:rPr>
                <w:sz w:val="24"/>
                <w:szCs w:val="24"/>
              </w:rPr>
              <w:t>azwa</w:t>
            </w:r>
            <w:r w:rsidR="00C05F44" w:rsidRPr="008D5E4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D5E42" w:rsidRDefault="003E4D52" w:rsidP="00E9131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D5E42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D5E42" w:rsidTr="00B819C8">
        <w:tc>
          <w:tcPr>
            <w:tcW w:w="2694" w:type="dxa"/>
            <w:vAlign w:val="center"/>
          </w:tcPr>
          <w:p w:rsidR="0085747A" w:rsidRPr="008D5E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D5E4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D5E42" w:rsidRDefault="00E9131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D5E42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8D5E42" w:rsidTr="00B819C8">
        <w:tc>
          <w:tcPr>
            <w:tcW w:w="2694" w:type="dxa"/>
            <w:vAlign w:val="center"/>
          </w:tcPr>
          <w:p w:rsidR="0085747A" w:rsidRPr="008D5E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D5E4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D5E42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D5E42">
              <w:rPr>
                <w:b w:val="0"/>
                <w:sz w:val="24"/>
                <w:szCs w:val="24"/>
              </w:rPr>
              <w:t>P</w:t>
            </w:r>
            <w:r w:rsidR="007849AE" w:rsidRPr="008D5E42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8D5E42" w:rsidTr="00B819C8">
        <w:tc>
          <w:tcPr>
            <w:tcW w:w="2694" w:type="dxa"/>
            <w:vAlign w:val="center"/>
          </w:tcPr>
          <w:p w:rsidR="0085747A" w:rsidRPr="008D5E4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D5E4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D5E42" w:rsidRDefault="00B6547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B84734">
              <w:rPr>
                <w:b w:val="0"/>
                <w:sz w:val="24"/>
                <w:szCs w:val="24"/>
              </w:rPr>
              <w:t>tudia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8F03B0" w:rsidRPr="008D5E42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8D5E42" w:rsidTr="00B819C8">
        <w:tc>
          <w:tcPr>
            <w:tcW w:w="2694" w:type="dxa"/>
            <w:vAlign w:val="center"/>
          </w:tcPr>
          <w:p w:rsidR="0085747A" w:rsidRPr="008D5E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D5E4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D5E42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D5E42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8D5E42" w:rsidTr="00B819C8">
        <w:tc>
          <w:tcPr>
            <w:tcW w:w="2694" w:type="dxa"/>
            <w:vAlign w:val="center"/>
          </w:tcPr>
          <w:p w:rsidR="0085747A" w:rsidRPr="008D5E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D5E4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D5E42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D5E42">
              <w:rPr>
                <w:b w:val="0"/>
                <w:sz w:val="24"/>
                <w:szCs w:val="24"/>
              </w:rPr>
              <w:t>s</w:t>
            </w:r>
            <w:r w:rsidR="008F70AB" w:rsidRPr="008D5E42">
              <w:rPr>
                <w:b w:val="0"/>
                <w:sz w:val="24"/>
                <w:szCs w:val="24"/>
              </w:rPr>
              <w:t>tacjonarn</w:t>
            </w:r>
            <w:r w:rsidR="00A91194" w:rsidRPr="008D5E42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8D5E42" w:rsidTr="00B819C8">
        <w:tc>
          <w:tcPr>
            <w:tcW w:w="2694" w:type="dxa"/>
            <w:vAlign w:val="center"/>
          </w:tcPr>
          <w:p w:rsidR="0085747A" w:rsidRPr="008D5E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D5E42">
              <w:rPr>
                <w:sz w:val="24"/>
                <w:szCs w:val="24"/>
              </w:rPr>
              <w:t>Rok i semestr</w:t>
            </w:r>
            <w:r w:rsidR="0030395F" w:rsidRPr="008D5E42">
              <w:rPr>
                <w:sz w:val="24"/>
                <w:szCs w:val="24"/>
              </w:rPr>
              <w:t>/y</w:t>
            </w:r>
            <w:r w:rsidRPr="008D5E4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D5E42" w:rsidRDefault="00B8473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II </w:t>
            </w:r>
            <w:r w:rsidR="00133345">
              <w:rPr>
                <w:b w:val="0"/>
                <w:sz w:val="24"/>
                <w:szCs w:val="24"/>
              </w:rPr>
              <w:t>r</w:t>
            </w:r>
            <w:r w:rsidR="007A5260" w:rsidRPr="008D5E42">
              <w:rPr>
                <w:b w:val="0"/>
                <w:sz w:val="24"/>
                <w:szCs w:val="24"/>
              </w:rPr>
              <w:t>ok</w:t>
            </w:r>
            <w:r w:rsidR="00E91314">
              <w:rPr>
                <w:b w:val="0"/>
                <w:sz w:val="24"/>
                <w:szCs w:val="24"/>
              </w:rPr>
              <w:t>,</w:t>
            </w:r>
            <w:r w:rsidR="007A5260" w:rsidRPr="008D5E42">
              <w:rPr>
                <w:b w:val="0"/>
                <w:sz w:val="24"/>
                <w:szCs w:val="24"/>
              </w:rPr>
              <w:t xml:space="preserve"> semestr</w:t>
            </w: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85747A" w:rsidRPr="008D5E42" w:rsidTr="00B819C8">
        <w:tc>
          <w:tcPr>
            <w:tcW w:w="2694" w:type="dxa"/>
            <w:vAlign w:val="center"/>
          </w:tcPr>
          <w:p w:rsidR="0085747A" w:rsidRPr="008D5E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D5E4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D5E42" w:rsidRDefault="00B6547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B84734">
              <w:rPr>
                <w:b w:val="0"/>
                <w:sz w:val="24"/>
                <w:szCs w:val="24"/>
              </w:rPr>
              <w:t>rzedmiot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E0539A">
              <w:rPr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8D5E42" w:rsidTr="00B819C8">
        <w:tc>
          <w:tcPr>
            <w:tcW w:w="2694" w:type="dxa"/>
            <w:vAlign w:val="center"/>
          </w:tcPr>
          <w:p w:rsidR="00923D7D" w:rsidRPr="008D5E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D5E4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D5E42" w:rsidRDefault="0013334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F70AB" w:rsidRPr="008D5E42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8D5E42" w:rsidTr="00B819C8">
        <w:tc>
          <w:tcPr>
            <w:tcW w:w="2694" w:type="dxa"/>
            <w:vAlign w:val="center"/>
          </w:tcPr>
          <w:p w:rsidR="0085747A" w:rsidRPr="008D5E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D5E4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D5E42" w:rsidRDefault="0013334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3B5C1C">
              <w:rPr>
                <w:b w:val="0"/>
                <w:sz w:val="24"/>
                <w:szCs w:val="24"/>
              </w:rPr>
              <w:t>r</w:t>
            </w:r>
            <w:r w:rsidR="00D02A41">
              <w:rPr>
                <w:b w:val="0"/>
                <w:sz w:val="24"/>
                <w:szCs w:val="24"/>
              </w:rPr>
              <w:t xml:space="preserve"> </w:t>
            </w:r>
            <w:r w:rsidR="00A809F4" w:rsidRPr="008D5E42">
              <w:rPr>
                <w:b w:val="0"/>
                <w:sz w:val="24"/>
                <w:szCs w:val="24"/>
              </w:rPr>
              <w:t>Anna Batory-</w:t>
            </w:r>
            <w:proofErr w:type="spellStart"/>
            <w:r w:rsidR="00A809F4" w:rsidRPr="008D5E42">
              <w:rPr>
                <w:b w:val="0"/>
                <w:sz w:val="24"/>
                <w:szCs w:val="24"/>
              </w:rPr>
              <w:t>Ginda</w:t>
            </w:r>
            <w:proofErr w:type="spellEnd"/>
          </w:p>
        </w:tc>
      </w:tr>
      <w:tr w:rsidR="0085747A" w:rsidRPr="008D5E42" w:rsidTr="00B819C8">
        <w:tc>
          <w:tcPr>
            <w:tcW w:w="2694" w:type="dxa"/>
            <w:vAlign w:val="center"/>
          </w:tcPr>
          <w:p w:rsidR="0085747A" w:rsidRPr="008D5E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D5E4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D5E42" w:rsidRDefault="0013334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3B5C1C">
              <w:rPr>
                <w:b w:val="0"/>
                <w:sz w:val="24"/>
                <w:szCs w:val="24"/>
              </w:rPr>
              <w:t>r</w:t>
            </w:r>
            <w:r w:rsidR="00D02A41">
              <w:rPr>
                <w:b w:val="0"/>
                <w:sz w:val="24"/>
                <w:szCs w:val="24"/>
              </w:rPr>
              <w:t xml:space="preserve"> </w:t>
            </w:r>
            <w:r w:rsidR="00A809F4" w:rsidRPr="008D5E42">
              <w:rPr>
                <w:b w:val="0"/>
                <w:sz w:val="24"/>
                <w:szCs w:val="24"/>
              </w:rPr>
              <w:t>Anna Batory-</w:t>
            </w:r>
            <w:proofErr w:type="spellStart"/>
            <w:r w:rsidR="00A809F4" w:rsidRPr="008D5E42">
              <w:rPr>
                <w:b w:val="0"/>
                <w:sz w:val="24"/>
                <w:szCs w:val="24"/>
              </w:rPr>
              <w:t>Ginda</w:t>
            </w:r>
            <w:proofErr w:type="spellEnd"/>
          </w:p>
        </w:tc>
      </w:tr>
    </w:tbl>
    <w:p w:rsidR="0085747A" w:rsidRPr="008D5E4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8D5E42">
        <w:rPr>
          <w:sz w:val="24"/>
          <w:szCs w:val="24"/>
        </w:rPr>
        <w:t xml:space="preserve">* </w:t>
      </w:r>
      <w:r w:rsidRPr="008D5E42">
        <w:rPr>
          <w:i/>
          <w:sz w:val="24"/>
          <w:szCs w:val="24"/>
        </w:rPr>
        <w:t>-</w:t>
      </w:r>
      <w:r w:rsidR="00B90885" w:rsidRPr="008D5E42">
        <w:rPr>
          <w:b w:val="0"/>
          <w:i/>
          <w:sz w:val="24"/>
          <w:szCs w:val="24"/>
        </w:rPr>
        <w:t>opcjonalni</w:t>
      </w:r>
      <w:r w:rsidR="00B90885" w:rsidRPr="008D5E42">
        <w:rPr>
          <w:b w:val="0"/>
          <w:sz w:val="24"/>
          <w:szCs w:val="24"/>
        </w:rPr>
        <w:t>e,</w:t>
      </w:r>
      <w:r w:rsidR="00B65474">
        <w:rPr>
          <w:b w:val="0"/>
          <w:sz w:val="24"/>
          <w:szCs w:val="24"/>
        </w:rPr>
        <w:t xml:space="preserve"> </w:t>
      </w:r>
      <w:r w:rsidRPr="008D5E42">
        <w:rPr>
          <w:b w:val="0"/>
          <w:i/>
          <w:sz w:val="24"/>
          <w:szCs w:val="24"/>
        </w:rPr>
        <w:t xml:space="preserve">zgodnie z ustaleniami </w:t>
      </w:r>
      <w:r w:rsidR="00B90885" w:rsidRPr="008D5E42">
        <w:rPr>
          <w:b w:val="0"/>
          <w:i/>
          <w:sz w:val="24"/>
          <w:szCs w:val="24"/>
        </w:rPr>
        <w:t>w Jednostce</w:t>
      </w:r>
    </w:p>
    <w:p w:rsidR="00923D7D" w:rsidRPr="008D5E42" w:rsidRDefault="00923D7D" w:rsidP="009C54AE">
      <w:pPr>
        <w:pStyle w:val="Podpunkty"/>
        <w:ind w:left="0"/>
        <w:rPr>
          <w:sz w:val="24"/>
          <w:szCs w:val="24"/>
        </w:rPr>
      </w:pPr>
    </w:p>
    <w:p w:rsidR="0085747A" w:rsidRPr="008D5E42" w:rsidRDefault="0085747A" w:rsidP="009C54AE">
      <w:pPr>
        <w:pStyle w:val="Podpunkty"/>
        <w:ind w:left="284"/>
        <w:rPr>
          <w:sz w:val="24"/>
          <w:szCs w:val="24"/>
        </w:rPr>
      </w:pPr>
      <w:r w:rsidRPr="008D5E42">
        <w:rPr>
          <w:sz w:val="24"/>
          <w:szCs w:val="24"/>
        </w:rPr>
        <w:t>1.</w:t>
      </w:r>
      <w:r w:rsidR="00E22FBC" w:rsidRPr="008D5E42">
        <w:rPr>
          <w:sz w:val="24"/>
          <w:szCs w:val="24"/>
        </w:rPr>
        <w:t>1</w:t>
      </w:r>
      <w:r w:rsidRPr="008D5E42">
        <w:rPr>
          <w:sz w:val="24"/>
          <w:szCs w:val="24"/>
        </w:rPr>
        <w:t xml:space="preserve">.Formy zajęć dydaktycznych, wymiar godzin i punktów ECTS </w:t>
      </w:r>
    </w:p>
    <w:p w:rsidR="00923D7D" w:rsidRPr="008D5E42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8D5E42" w:rsidTr="008D5E42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D5E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D5E42">
              <w:rPr>
                <w:szCs w:val="24"/>
              </w:rPr>
              <w:t>Semestr</w:t>
            </w:r>
          </w:p>
          <w:p w:rsidR="00015B8F" w:rsidRPr="008D5E4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D5E42">
              <w:rPr>
                <w:szCs w:val="24"/>
              </w:rPr>
              <w:t>(</w:t>
            </w:r>
            <w:r w:rsidR="00363F78" w:rsidRPr="008D5E42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5E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D5E42">
              <w:rPr>
                <w:szCs w:val="24"/>
              </w:rPr>
              <w:t>Wykł</w:t>
            </w:r>
            <w:proofErr w:type="spellEnd"/>
            <w:r w:rsidRPr="008D5E42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5E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D5E4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5E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D5E42">
              <w:rPr>
                <w:szCs w:val="24"/>
              </w:rPr>
              <w:t>Konw</w:t>
            </w:r>
            <w:proofErr w:type="spellEnd"/>
            <w:r w:rsidRPr="008D5E42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5E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D5E42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5E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D5E42">
              <w:rPr>
                <w:szCs w:val="24"/>
              </w:rPr>
              <w:t>Sem</w:t>
            </w:r>
            <w:proofErr w:type="spellEnd"/>
            <w:r w:rsidRPr="008D5E42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5E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D5E42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5E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D5E42">
              <w:rPr>
                <w:szCs w:val="24"/>
              </w:rPr>
              <w:t>Prakt</w:t>
            </w:r>
            <w:proofErr w:type="spellEnd"/>
            <w:r w:rsidRPr="008D5E42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5E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D5E42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D5E4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D5E42">
              <w:rPr>
                <w:b/>
                <w:szCs w:val="24"/>
              </w:rPr>
              <w:t>Liczba pkt</w:t>
            </w:r>
            <w:r w:rsidR="00B90885" w:rsidRPr="008D5E42">
              <w:rPr>
                <w:b/>
                <w:szCs w:val="24"/>
              </w:rPr>
              <w:t>.</w:t>
            </w:r>
            <w:r w:rsidRPr="008D5E42">
              <w:rPr>
                <w:b/>
                <w:szCs w:val="24"/>
              </w:rPr>
              <w:t xml:space="preserve"> ECTS</w:t>
            </w:r>
          </w:p>
        </w:tc>
      </w:tr>
      <w:tr w:rsidR="00015B8F" w:rsidRPr="008D5E42" w:rsidTr="000C5847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5E42" w:rsidRDefault="00B84734" w:rsidP="000C584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5E42" w:rsidRDefault="00E91314" w:rsidP="000C584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5E42" w:rsidRDefault="00E91314" w:rsidP="000C584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5E42" w:rsidRDefault="00015B8F" w:rsidP="000C584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5E42" w:rsidRDefault="00015B8F" w:rsidP="000C584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5E42" w:rsidRDefault="00015B8F" w:rsidP="000C584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5E42" w:rsidRDefault="00015B8F" w:rsidP="000C584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5E42" w:rsidRDefault="00015B8F" w:rsidP="000C584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5E42" w:rsidRDefault="00015B8F" w:rsidP="000C5847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D5E42" w:rsidRDefault="004A4114" w:rsidP="000C584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923D7D" w:rsidRPr="008D5E42" w:rsidRDefault="00923D7D" w:rsidP="00A408D3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85747A" w:rsidRPr="008D5E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D5E42">
        <w:rPr>
          <w:smallCaps w:val="0"/>
          <w:szCs w:val="24"/>
        </w:rPr>
        <w:t>1.</w:t>
      </w:r>
      <w:r w:rsidR="00E22FBC" w:rsidRPr="008D5E42">
        <w:rPr>
          <w:smallCaps w:val="0"/>
          <w:szCs w:val="24"/>
        </w:rPr>
        <w:t>2</w:t>
      </w:r>
      <w:r w:rsidR="00F83B28" w:rsidRPr="008D5E42">
        <w:rPr>
          <w:smallCaps w:val="0"/>
          <w:szCs w:val="24"/>
        </w:rPr>
        <w:t>.</w:t>
      </w:r>
      <w:r w:rsidR="00F83B28" w:rsidRPr="008D5E42">
        <w:rPr>
          <w:smallCaps w:val="0"/>
          <w:szCs w:val="24"/>
        </w:rPr>
        <w:tab/>
      </w:r>
      <w:r w:rsidRPr="008D5E42">
        <w:rPr>
          <w:smallCaps w:val="0"/>
          <w:szCs w:val="24"/>
        </w:rPr>
        <w:t xml:space="preserve">Sposób realizacji zajęć  </w:t>
      </w:r>
    </w:p>
    <w:p w:rsidR="0085747A" w:rsidRPr="008D5E42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8D5E42">
        <w:rPr>
          <w:rFonts w:eastAsia="MS Gothic"/>
          <w:b w:val="0"/>
          <w:szCs w:val="24"/>
          <w:u w:val="single"/>
        </w:rPr>
        <w:t>X</w:t>
      </w:r>
      <w:r w:rsidR="0085747A" w:rsidRPr="008D5E42">
        <w:rPr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8D5E4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D5E42">
        <w:rPr>
          <w:rFonts w:ascii="Segoe UI Symbol" w:eastAsia="MS Gothic" w:hAnsi="Segoe UI Symbol" w:cs="Segoe UI Symbol"/>
          <w:b w:val="0"/>
          <w:szCs w:val="24"/>
        </w:rPr>
        <w:t>☐</w:t>
      </w:r>
      <w:r w:rsidRPr="008D5E4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D5E4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7916D1" w:rsidRPr="00B8473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8D5E42">
        <w:rPr>
          <w:smallCaps w:val="0"/>
          <w:szCs w:val="24"/>
        </w:rPr>
        <w:t xml:space="preserve">1.3 </w:t>
      </w:r>
      <w:r w:rsidR="00F83B28" w:rsidRPr="008D5E42">
        <w:rPr>
          <w:smallCaps w:val="0"/>
          <w:szCs w:val="24"/>
        </w:rPr>
        <w:tab/>
      </w:r>
      <w:r w:rsidRPr="008D5E42">
        <w:rPr>
          <w:smallCaps w:val="0"/>
          <w:szCs w:val="24"/>
        </w:rPr>
        <w:t>For</w:t>
      </w:r>
      <w:r w:rsidR="00445970" w:rsidRPr="008D5E42">
        <w:rPr>
          <w:smallCaps w:val="0"/>
          <w:szCs w:val="24"/>
        </w:rPr>
        <w:t xml:space="preserve">ma zaliczenia przedmiotu </w:t>
      </w:r>
      <w:r w:rsidR="00E65F8B">
        <w:rPr>
          <w:smallCaps w:val="0"/>
          <w:szCs w:val="24"/>
        </w:rPr>
        <w:t xml:space="preserve">(z toku): </w:t>
      </w:r>
      <w:r w:rsidR="007916D1" w:rsidRPr="00B84734">
        <w:rPr>
          <w:b w:val="0"/>
          <w:smallCaps w:val="0"/>
          <w:szCs w:val="24"/>
        </w:rPr>
        <w:t>Egzamin</w:t>
      </w:r>
    </w:p>
    <w:p w:rsidR="00D01B59" w:rsidRPr="008D5E42" w:rsidRDefault="00D01B59" w:rsidP="009C54AE">
      <w:pPr>
        <w:pStyle w:val="Punktygwne"/>
        <w:spacing w:before="0" w:after="0"/>
        <w:rPr>
          <w:b w:val="0"/>
          <w:szCs w:val="24"/>
        </w:rPr>
      </w:pPr>
    </w:p>
    <w:p w:rsidR="00E960BB" w:rsidRPr="008D5E42" w:rsidRDefault="0085747A" w:rsidP="009C54AE">
      <w:pPr>
        <w:pStyle w:val="Punktygwne"/>
        <w:spacing w:before="0" w:after="0"/>
        <w:rPr>
          <w:szCs w:val="24"/>
        </w:rPr>
      </w:pPr>
      <w:r w:rsidRPr="008D5E4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D5E42" w:rsidTr="00745302">
        <w:tc>
          <w:tcPr>
            <w:tcW w:w="9670" w:type="dxa"/>
          </w:tcPr>
          <w:p w:rsidR="0085747A" w:rsidRPr="008D5E42" w:rsidRDefault="001F7CF9" w:rsidP="009C54AE">
            <w:pPr>
              <w:pStyle w:val="Punktygwne"/>
              <w:spacing w:before="40" w:after="40"/>
              <w:rPr>
                <w:b w:val="0"/>
                <w:i/>
                <w:smallCaps w:val="0"/>
                <w:color w:val="000000"/>
                <w:szCs w:val="24"/>
              </w:rPr>
            </w:pPr>
            <w:r w:rsidRPr="008D5E42">
              <w:rPr>
                <w:b w:val="0"/>
                <w:smallCaps w:val="0"/>
                <w:color w:val="000000"/>
                <w:szCs w:val="24"/>
              </w:rPr>
              <w:t xml:space="preserve">Zaliczenie zajęć z </w:t>
            </w:r>
            <w:r w:rsidR="00E91314">
              <w:rPr>
                <w:b w:val="0"/>
                <w:smallCaps w:val="0"/>
                <w:color w:val="000000"/>
                <w:szCs w:val="24"/>
              </w:rPr>
              <w:t>w</w:t>
            </w:r>
            <w:r w:rsidRPr="00E91314">
              <w:rPr>
                <w:b w:val="0"/>
                <w:smallCaps w:val="0"/>
                <w:color w:val="000000"/>
                <w:szCs w:val="24"/>
              </w:rPr>
              <w:t xml:space="preserve">prowadzenia do psychologii i </w:t>
            </w:r>
            <w:r w:rsidR="00E91314">
              <w:rPr>
                <w:b w:val="0"/>
                <w:smallCaps w:val="0"/>
                <w:color w:val="000000"/>
                <w:szCs w:val="24"/>
              </w:rPr>
              <w:t>b</w:t>
            </w:r>
            <w:r w:rsidRPr="00E91314">
              <w:rPr>
                <w:b w:val="0"/>
                <w:smallCaps w:val="0"/>
                <w:color w:val="000000"/>
                <w:szCs w:val="24"/>
              </w:rPr>
              <w:t>iologicznych mechanizmów zachowania</w:t>
            </w:r>
          </w:p>
        </w:tc>
      </w:tr>
    </w:tbl>
    <w:p w:rsidR="00A408D3" w:rsidRPr="008D5E42" w:rsidRDefault="00A408D3">
      <w:pPr>
        <w:spacing w:after="0" w:line="240" w:lineRule="auto"/>
        <w:rPr>
          <w:rFonts w:ascii="Times New Roman" w:hAnsi="Times New Roman"/>
          <w:b/>
          <w:smallCaps/>
          <w:sz w:val="24"/>
          <w:szCs w:val="24"/>
        </w:rPr>
      </w:pPr>
      <w:r w:rsidRPr="008D5E42">
        <w:rPr>
          <w:rFonts w:ascii="Times New Roman" w:hAnsi="Times New Roman"/>
          <w:sz w:val="24"/>
          <w:szCs w:val="24"/>
        </w:rPr>
        <w:br w:type="page"/>
      </w:r>
    </w:p>
    <w:p w:rsidR="0085747A" w:rsidRPr="008D5E42" w:rsidRDefault="0071620A" w:rsidP="009C54AE">
      <w:pPr>
        <w:pStyle w:val="Punktygwne"/>
        <w:spacing w:before="0" w:after="0"/>
        <w:rPr>
          <w:szCs w:val="24"/>
        </w:rPr>
      </w:pPr>
      <w:r w:rsidRPr="008D5E42">
        <w:rPr>
          <w:szCs w:val="24"/>
        </w:rPr>
        <w:lastRenderedPageBreak/>
        <w:t>3.</w:t>
      </w:r>
      <w:r w:rsidR="00A84C85" w:rsidRPr="008D5E42">
        <w:rPr>
          <w:szCs w:val="24"/>
        </w:rPr>
        <w:t>cele, efekty uczenia się</w:t>
      </w:r>
      <w:r w:rsidR="0085747A" w:rsidRPr="008D5E42">
        <w:rPr>
          <w:szCs w:val="24"/>
        </w:rPr>
        <w:t>, treści Programowe i stosowane metody Dydaktyczne</w:t>
      </w:r>
    </w:p>
    <w:p w:rsidR="0085747A" w:rsidRPr="008D5E42" w:rsidRDefault="0085747A" w:rsidP="009C54AE">
      <w:pPr>
        <w:pStyle w:val="Punktygwne"/>
        <w:spacing w:before="0" w:after="0"/>
        <w:rPr>
          <w:szCs w:val="24"/>
        </w:rPr>
      </w:pPr>
    </w:p>
    <w:p w:rsidR="0085747A" w:rsidRPr="008D5E42" w:rsidRDefault="0071620A" w:rsidP="009C54AE">
      <w:pPr>
        <w:pStyle w:val="Podpunkty"/>
        <w:rPr>
          <w:sz w:val="24"/>
          <w:szCs w:val="24"/>
        </w:rPr>
      </w:pPr>
      <w:r w:rsidRPr="008D5E42">
        <w:rPr>
          <w:sz w:val="24"/>
          <w:szCs w:val="24"/>
        </w:rPr>
        <w:t xml:space="preserve">3.1 </w:t>
      </w:r>
      <w:r w:rsidR="00C05F44" w:rsidRPr="008D5E42">
        <w:rPr>
          <w:sz w:val="24"/>
          <w:szCs w:val="24"/>
        </w:rPr>
        <w:t>Cele przedmiotu</w:t>
      </w:r>
    </w:p>
    <w:p w:rsidR="00D35B76" w:rsidRPr="008D5E42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8D5E42" w:rsidTr="00D3212A">
        <w:tc>
          <w:tcPr>
            <w:tcW w:w="672" w:type="dxa"/>
            <w:vAlign w:val="center"/>
          </w:tcPr>
          <w:p w:rsidR="00D35B76" w:rsidRPr="008D5E42" w:rsidRDefault="00D35B76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:rsidR="00D35B76" w:rsidRPr="008D5E42" w:rsidRDefault="008B582B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 xml:space="preserve">Zajęcia mają na celu kształtowanie naukowego spojrzenia na funkcjonowanie emocjonalno-motywacyjne człowieka oraz jego związki z poznaniem i zachowaniem. </w:t>
            </w:r>
          </w:p>
        </w:tc>
      </w:tr>
      <w:tr w:rsidR="00D35B76" w:rsidRPr="008D5E42" w:rsidTr="00D3212A">
        <w:tc>
          <w:tcPr>
            <w:tcW w:w="672" w:type="dxa"/>
            <w:vAlign w:val="center"/>
          </w:tcPr>
          <w:p w:rsidR="00D35B76" w:rsidRPr="008D5E42" w:rsidRDefault="00D35B76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:rsidR="00D35B76" w:rsidRPr="008D5E42" w:rsidRDefault="008B582B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 xml:space="preserve">Studenci </w:t>
            </w:r>
            <w:r w:rsidR="00A408D3" w:rsidRPr="008D5E42">
              <w:rPr>
                <w:rFonts w:ascii="Times New Roman" w:hAnsi="Times New Roman"/>
                <w:sz w:val="24"/>
                <w:szCs w:val="24"/>
              </w:rPr>
              <w:t>zapoznają się z teoriami i metodologią</w:t>
            </w:r>
            <w:r w:rsidRPr="008D5E42">
              <w:rPr>
                <w:rFonts w:ascii="Times New Roman" w:hAnsi="Times New Roman"/>
                <w:sz w:val="24"/>
                <w:szCs w:val="24"/>
              </w:rPr>
              <w:t xml:space="preserve"> badania emocji i motywacji, w ujęciu historycznym i współcześnie.</w:t>
            </w:r>
          </w:p>
        </w:tc>
      </w:tr>
      <w:tr w:rsidR="00D35B76" w:rsidRPr="008D5E42" w:rsidTr="00D3212A">
        <w:tc>
          <w:tcPr>
            <w:tcW w:w="672" w:type="dxa"/>
            <w:vAlign w:val="center"/>
          </w:tcPr>
          <w:p w:rsidR="00D35B76" w:rsidRPr="008D5E42" w:rsidRDefault="00D35B76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:rsidR="00D35B76" w:rsidRPr="008D5E42" w:rsidRDefault="008B582B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Uczestnicy zajęć nabędą wiedzę i umiejętności w zakresie wyjaśniania zjawisk emocjonalnych i motywacji człowieka, w odniesieniu do ich pod</w:t>
            </w:r>
            <w:r w:rsidR="00E65F8B">
              <w:rPr>
                <w:rFonts w:ascii="Times New Roman" w:hAnsi="Times New Roman"/>
                <w:sz w:val="24"/>
                <w:szCs w:val="24"/>
              </w:rPr>
              <w:t xml:space="preserve">staw biologicznych </w:t>
            </w:r>
            <w:r w:rsidRPr="008D5E42">
              <w:rPr>
                <w:rFonts w:ascii="Times New Roman" w:hAnsi="Times New Roman"/>
                <w:sz w:val="24"/>
                <w:szCs w:val="24"/>
              </w:rPr>
              <w:t xml:space="preserve">oraz kontekstu społeczno-kulturowego.  </w:t>
            </w:r>
          </w:p>
        </w:tc>
      </w:tr>
      <w:tr w:rsidR="00D35B76" w:rsidRPr="008D5E42" w:rsidTr="00D3212A">
        <w:tc>
          <w:tcPr>
            <w:tcW w:w="672" w:type="dxa"/>
            <w:vAlign w:val="center"/>
          </w:tcPr>
          <w:p w:rsidR="00D35B76" w:rsidRPr="008D5E42" w:rsidRDefault="00D35B76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:rsidR="00D35B76" w:rsidRPr="008D5E42" w:rsidRDefault="00F81090" w:rsidP="00D01B59">
            <w:pPr>
              <w:pStyle w:val="Bezodstpw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Zajęcia mają na celu</w:t>
            </w:r>
            <w:r w:rsidR="00A408D3" w:rsidRPr="008D5E42">
              <w:rPr>
                <w:rFonts w:ascii="Times New Roman" w:hAnsi="Times New Roman"/>
                <w:sz w:val="24"/>
                <w:szCs w:val="24"/>
              </w:rPr>
              <w:t xml:space="preserve"> zbudowanie w uczestnikach postawy ciekawości poznawczej i gotowości do nieustannego poszerzania swojej wiedzy w omawianym obszarze.</w:t>
            </w:r>
          </w:p>
        </w:tc>
      </w:tr>
    </w:tbl>
    <w:p w:rsidR="00D35B76" w:rsidRPr="008D5E42" w:rsidRDefault="00D35B76" w:rsidP="009C54AE">
      <w:pPr>
        <w:pStyle w:val="Podpunkty"/>
        <w:rPr>
          <w:sz w:val="24"/>
          <w:szCs w:val="24"/>
        </w:rPr>
      </w:pPr>
    </w:p>
    <w:p w:rsidR="001132F3" w:rsidRPr="008D5E42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D5E42">
        <w:rPr>
          <w:rFonts w:ascii="Times New Roman" w:hAnsi="Times New Roman"/>
          <w:b/>
          <w:sz w:val="24"/>
          <w:szCs w:val="24"/>
        </w:rPr>
        <w:t>3.2 Efekty uczenia się dla przedmiotu</w:t>
      </w:r>
    </w:p>
    <w:p w:rsidR="00F83B28" w:rsidRPr="008D5E42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B70A85" w:rsidRPr="008D5E42" w:rsidTr="009F055A">
        <w:tc>
          <w:tcPr>
            <w:tcW w:w="1691" w:type="dxa"/>
          </w:tcPr>
          <w:p w:rsidR="00D35B76" w:rsidRPr="008D5E42" w:rsidRDefault="00D35B76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 xml:space="preserve">EK ( efekt </w:t>
            </w:r>
            <w:r w:rsidR="00B84734">
              <w:rPr>
                <w:rFonts w:ascii="Times New Roman" w:hAnsi="Times New Roman"/>
                <w:sz w:val="24"/>
                <w:szCs w:val="24"/>
              </w:rPr>
              <w:t>uczenia się</w:t>
            </w:r>
            <w:r w:rsidRPr="008D5E4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35B76" w:rsidRPr="008D5E42" w:rsidRDefault="00D35B76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5965" w:type="dxa"/>
          </w:tcPr>
          <w:p w:rsidR="00960011" w:rsidRDefault="00D35B76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 xml:space="preserve">Treść efektu </w:t>
            </w:r>
            <w:r w:rsidR="00B84734">
              <w:rPr>
                <w:rFonts w:ascii="Times New Roman" w:hAnsi="Times New Roman"/>
                <w:sz w:val="24"/>
                <w:szCs w:val="24"/>
              </w:rPr>
              <w:t>uczenia się</w:t>
            </w:r>
            <w:r w:rsidRPr="008D5E42">
              <w:rPr>
                <w:rFonts w:ascii="Times New Roman" w:hAnsi="Times New Roman"/>
                <w:sz w:val="24"/>
                <w:szCs w:val="24"/>
              </w:rPr>
              <w:t xml:space="preserve"> zdefin</w:t>
            </w:r>
            <w:r w:rsidR="00960011" w:rsidRPr="008D5E42">
              <w:rPr>
                <w:rFonts w:ascii="Times New Roman" w:hAnsi="Times New Roman"/>
                <w:sz w:val="24"/>
                <w:szCs w:val="24"/>
              </w:rPr>
              <w:t xml:space="preserve">iowanego dla przedmiotu </w:t>
            </w:r>
          </w:p>
          <w:p w:rsidR="00E65F8B" w:rsidRDefault="00E65F8B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5F8B" w:rsidRPr="008D5E42" w:rsidRDefault="00E65F8B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Student:</w:t>
            </w:r>
          </w:p>
        </w:tc>
        <w:tc>
          <w:tcPr>
            <w:tcW w:w="1864" w:type="dxa"/>
          </w:tcPr>
          <w:p w:rsidR="00D35B76" w:rsidRPr="008D5E42" w:rsidRDefault="00D35B76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Odniesienie do efektów  kierunkowych</w:t>
            </w:r>
            <w:r w:rsidR="00B84734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B70A85" w:rsidRPr="008D5E42" w:rsidTr="009F055A">
        <w:tc>
          <w:tcPr>
            <w:tcW w:w="1691" w:type="dxa"/>
          </w:tcPr>
          <w:p w:rsidR="00D35B76" w:rsidRPr="008D5E42" w:rsidRDefault="00712EAE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EK_01</w:t>
            </w:r>
          </w:p>
          <w:p w:rsidR="00D35B76" w:rsidRPr="008D5E42" w:rsidRDefault="00D35B76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5965" w:type="dxa"/>
          </w:tcPr>
          <w:p w:rsidR="00D35B76" w:rsidRPr="008D5E42" w:rsidRDefault="00936858" w:rsidP="0093685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 pogłębioną wiedzę na temat różnych perspektyw</w:t>
            </w:r>
            <w:r w:rsidR="001F7CF9" w:rsidRPr="008D5E42">
              <w:rPr>
                <w:rFonts w:ascii="Times New Roman" w:hAnsi="Times New Roman"/>
                <w:sz w:val="24"/>
                <w:szCs w:val="24"/>
              </w:rPr>
              <w:t xml:space="preserve"> teoretyczn</w:t>
            </w:r>
            <w:r>
              <w:rPr>
                <w:rFonts w:ascii="Times New Roman" w:hAnsi="Times New Roman"/>
                <w:sz w:val="24"/>
                <w:szCs w:val="24"/>
              </w:rPr>
              <w:t>o-badawczych</w:t>
            </w:r>
            <w:r w:rsidR="00E65F8B">
              <w:rPr>
                <w:rFonts w:ascii="Times New Roman" w:hAnsi="Times New Roman"/>
                <w:sz w:val="24"/>
                <w:szCs w:val="24"/>
              </w:rPr>
              <w:t xml:space="preserve"> w psychologii emocji</w:t>
            </w:r>
            <w:r w:rsidR="001F7CF9" w:rsidRPr="008D5E42">
              <w:rPr>
                <w:rFonts w:ascii="Times New Roman" w:hAnsi="Times New Roman"/>
                <w:sz w:val="24"/>
                <w:szCs w:val="24"/>
              </w:rPr>
              <w:t xml:space="preserve"> i motywacji</w:t>
            </w:r>
          </w:p>
        </w:tc>
        <w:tc>
          <w:tcPr>
            <w:tcW w:w="1864" w:type="dxa"/>
          </w:tcPr>
          <w:p w:rsidR="00712EAE" w:rsidRPr="008D5E42" w:rsidRDefault="00712EAE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K</w:t>
            </w:r>
            <w:r w:rsidR="005032AA" w:rsidRPr="008D5E42">
              <w:rPr>
                <w:rFonts w:ascii="Times New Roman" w:hAnsi="Times New Roman"/>
                <w:sz w:val="24"/>
                <w:szCs w:val="24"/>
              </w:rPr>
              <w:t>_W13</w:t>
            </w:r>
          </w:p>
          <w:p w:rsidR="00D35B76" w:rsidRPr="008D5E42" w:rsidRDefault="005032AA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K_W14</w:t>
            </w:r>
          </w:p>
        </w:tc>
      </w:tr>
      <w:tr w:rsidR="00B70A85" w:rsidRPr="008D5E42" w:rsidTr="009F055A">
        <w:tc>
          <w:tcPr>
            <w:tcW w:w="1691" w:type="dxa"/>
          </w:tcPr>
          <w:p w:rsidR="00712EAE" w:rsidRPr="008D5E42" w:rsidRDefault="00712EAE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EK_02</w:t>
            </w:r>
          </w:p>
          <w:p w:rsidR="00D35B76" w:rsidRPr="008D5E42" w:rsidRDefault="00D35B76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5965" w:type="dxa"/>
          </w:tcPr>
          <w:p w:rsidR="00D35B76" w:rsidRPr="008D5E42" w:rsidRDefault="00B84734" w:rsidP="00936858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E05F1" w:rsidRPr="008D5E42">
              <w:rPr>
                <w:rFonts w:ascii="Times New Roman" w:hAnsi="Times New Roman"/>
                <w:sz w:val="24"/>
                <w:szCs w:val="24"/>
              </w:rPr>
              <w:t xml:space="preserve">otrafi </w:t>
            </w:r>
            <w:r w:rsidR="00936858">
              <w:rPr>
                <w:rFonts w:ascii="Times New Roman" w:hAnsi="Times New Roman"/>
                <w:sz w:val="24"/>
                <w:szCs w:val="24"/>
              </w:rPr>
              <w:t xml:space="preserve">krytycznie analizować i wyjaśniać </w:t>
            </w:r>
            <w:r w:rsidR="00B70A85" w:rsidRPr="008D5E42">
              <w:rPr>
                <w:rFonts w:ascii="Times New Roman" w:hAnsi="Times New Roman"/>
                <w:sz w:val="24"/>
                <w:szCs w:val="24"/>
              </w:rPr>
              <w:t>zjawiska emocjonalne i motywacyjne oraz ich związek z poznaniem i zachowaniem.</w:t>
            </w:r>
          </w:p>
        </w:tc>
        <w:tc>
          <w:tcPr>
            <w:tcW w:w="1864" w:type="dxa"/>
          </w:tcPr>
          <w:p w:rsidR="005032AA" w:rsidRPr="008D5E42" w:rsidRDefault="005032AA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K_U01</w:t>
            </w:r>
          </w:p>
          <w:p w:rsidR="005032AA" w:rsidRDefault="007E7712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K_U0</w:t>
            </w:r>
            <w:r w:rsidR="005032AA" w:rsidRPr="008D5E4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E7712" w:rsidRPr="008D5E42" w:rsidRDefault="007E7712" w:rsidP="00D01B59">
            <w:pPr>
              <w:pStyle w:val="Bezodstpw"/>
              <w:spacing w:line="276" w:lineRule="auto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K_U12</w:t>
            </w:r>
          </w:p>
        </w:tc>
      </w:tr>
      <w:tr w:rsidR="00B70A85" w:rsidRPr="008D5E42" w:rsidTr="009F055A">
        <w:tc>
          <w:tcPr>
            <w:tcW w:w="1691" w:type="dxa"/>
          </w:tcPr>
          <w:p w:rsidR="00712EAE" w:rsidRPr="008D5E42" w:rsidRDefault="00712EAE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EK_03</w:t>
            </w:r>
          </w:p>
          <w:p w:rsidR="00D35B76" w:rsidRPr="008D5E42" w:rsidRDefault="00D35B76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5965" w:type="dxa"/>
          </w:tcPr>
          <w:p w:rsidR="00CE05F1" w:rsidRPr="008D5E42" w:rsidRDefault="00B84734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="00CE05F1" w:rsidRPr="008D5E42">
              <w:rPr>
                <w:rFonts w:ascii="Times New Roman" w:hAnsi="Times New Roman"/>
                <w:sz w:val="24"/>
                <w:szCs w:val="24"/>
              </w:rPr>
              <w:t xml:space="preserve">na i umie </w:t>
            </w:r>
            <w:r w:rsidR="00B70A85" w:rsidRPr="008D5E42">
              <w:rPr>
                <w:rFonts w:ascii="Times New Roman" w:hAnsi="Times New Roman"/>
                <w:sz w:val="24"/>
                <w:szCs w:val="24"/>
              </w:rPr>
              <w:t xml:space="preserve">posługiwać się </w:t>
            </w:r>
            <w:r w:rsidR="00936858">
              <w:rPr>
                <w:rFonts w:ascii="Times New Roman" w:hAnsi="Times New Roman"/>
                <w:sz w:val="24"/>
                <w:szCs w:val="24"/>
              </w:rPr>
              <w:t xml:space="preserve">specjalistycznymi </w:t>
            </w:r>
            <w:r w:rsidR="00B70A85" w:rsidRPr="008D5E42">
              <w:rPr>
                <w:rFonts w:ascii="Times New Roman" w:hAnsi="Times New Roman"/>
                <w:sz w:val="24"/>
                <w:szCs w:val="24"/>
              </w:rPr>
              <w:t>narzędziami służącymi do pomiaru sfery emocjonalno-motywacyjnej człowieka.</w:t>
            </w:r>
          </w:p>
        </w:tc>
        <w:tc>
          <w:tcPr>
            <w:tcW w:w="1864" w:type="dxa"/>
          </w:tcPr>
          <w:p w:rsidR="005032AA" w:rsidRDefault="00C043E7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K_U</w:t>
            </w:r>
            <w:r w:rsidR="003F481C">
              <w:rPr>
                <w:rFonts w:ascii="Times New Roman" w:hAnsi="Times New Roman"/>
                <w:sz w:val="24"/>
                <w:szCs w:val="24"/>
              </w:rPr>
              <w:t>0</w:t>
            </w:r>
            <w:r w:rsidR="00CE05F1" w:rsidRPr="008D5E42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7E7712" w:rsidRPr="008D5E42" w:rsidRDefault="007E7712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K_U07</w:t>
            </w:r>
          </w:p>
          <w:p w:rsidR="00D35B76" w:rsidRPr="008D5E42" w:rsidRDefault="007E7712" w:rsidP="00D01B59">
            <w:pPr>
              <w:pStyle w:val="Bezodstpw"/>
              <w:spacing w:line="276" w:lineRule="auto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K_U13</w:t>
            </w:r>
          </w:p>
        </w:tc>
      </w:tr>
      <w:tr w:rsidR="00B70A85" w:rsidRPr="008D5E42" w:rsidTr="009F055A">
        <w:tc>
          <w:tcPr>
            <w:tcW w:w="1691" w:type="dxa"/>
          </w:tcPr>
          <w:p w:rsidR="00712EAE" w:rsidRPr="008D5E42" w:rsidRDefault="00712EAE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EK_04</w:t>
            </w:r>
          </w:p>
          <w:p w:rsidR="00D35B76" w:rsidRPr="008D5E42" w:rsidRDefault="00D35B76" w:rsidP="00D01B59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5965" w:type="dxa"/>
          </w:tcPr>
          <w:p w:rsidR="00D35B76" w:rsidRPr="008D5E42" w:rsidRDefault="00B84734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CE05F1" w:rsidRPr="008D5E42">
              <w:rPr>
                <w:rFonts w:ascii="Times New Roman" w:hAnsi="Times New Roman"/>
                <w:sz w:val="24"/>
                <w:szCs w:val="24"/>
              </w:rPr>
              <w:t xml:space="preserve">a świadomość potrzeby aktualizowania swojej wiedzy w zakresie nowych odkryć i ustaleń naukowych dotyczących emocjonalno-motywacyjnego funkcjonowania człowieka. </w:t>
            </w:r>
          </w:p>
        </w:tc>
        <w:tc>
          <w:tcPr>
            <w:tcW w:w="1864" w:type="dxa"/>
          </w:tcPr>
          <w:p w:rsidR="00D35B76" w:rsidRDefault="00712EAE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K_K0</w:t>
            </w:r>
            <w:r w:rsidR="00CE05F1" w:rsidRPr="008D5E4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91314" w:rsidRPr="008D5E42" w:rsidRDefault="00E91314" w:rsidP="00D01B59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K_K04</w:t>
            </w:r>
          </w:p>
          <w:p w:rsidR="00CE05F1" w:rsidRPr="008D5E42" w:rsidRDefault="00CE05F1" w:rsidP="00D01B59">
            <w:pPr>
              <w:pStyle w:val="Bezodstpw"/>
              <w:spacing w:line="276" w:lineRule="auto"/>
              <w:rPr>
                <w:rFonts w:ascii="Times New Roman" w:hAnsi="Times New Roman"/>
                <w:smallCaps/>
                <w:sz w:val="24"/>
                <w:szCs w:val="24"/>
              </w:rPr>
            </w:pPr>
          </w:p>
        </w:tc>
      </w:tr>
    </w:tbl>
    <w:p w:rsidR="00C043E7" w:rsidRPr="008D5E42" w:rsidRDefault="00C043E7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85747A" w:rsidRPr="008D5E4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8D5E4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D5E42">
        <w:rPr>
          <w:rFonts w:ascii="Times New Roman" w:hAnsi="Times New Roman"/>
          <w:b/>
          <w:sz w:val="24"/>
          <w:szCs w:val="24"/>
        </w:rPr>
        <w:t>3.3</w:t>
      </w:r>
      <w:r w:rsidR="00936858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8D5E42">
        <w:rPr>
          <w:rFonts w:ascii="Times New Roman" w:hAnsi="Times New Roman"/>
          <w:b/>
          <w:sz w:val="24"/>
          <w:szCs w:val="24"/>
        </w:rPr>
        <w:t>T</w:t>
      </w:r>
      <w:r w:rsidR="001D7B54" w:rsidRPr="008D5E42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="0085747A" w:rsidRPr="008D5E4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D5E42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56E1F" w:rsidRPr="008D5E42" w:rsidTr="008D5E42">
        <w:tc>
          <w:tcPr>
            <w:tcW w:w="5000" w:type="pct"/>
          </w:tcPr>
          <w:p w:rsidR="00B56E1F" w:rsidRPr="008D5E42" w:rsidRDefault="00B56E1F" w:rsidP="00E65F8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B56E1F" w:rsidRPr="008D5E42" w:rsidTr="008D5E42">
        <w:tc>
          <w:tcPr>
            <w:tcW w:w="5000" w:type="pct"/>
          </w:tcPr>
          <w:p w:rsidR="00DE4F48" w:rsidRPr="008D5E42" w:rsidRDefault="00DE4F48" w:rsidP="00E65F8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Wprowadzenie w pr</w:t>
            </w:r>
            <w:r w:rsidR="00E91314">
              <w:rPr>
                <w:rFonts w:ascii="Times New Roman" w:hAnsi="Times New Roman"/>
                <w:sz w:val="24"/>
                <w:szCs w:val="24"/>
              </w:rPr>
              <w:t xml:space="preserve">oblematykę emocji. </w:t>
            </w:r>
            <w:r w:rsidRPr="008D5E42">
              <w:rPr>
                <w:rFonts w:ascii="Times New Roman" w:hAnsi="Times New Roman"/>
                <w:sz w:val="24"/>
                <w:szCs w:val="24"/>
              </w:rPr>
              <w:t>Filogeneza emocji.</w:t>
            </w:r>
          </w:p>
        </w:tc>
      </w:tr>
      <w:tr w:rsidR="00B56E1F" w:rsidRPr="008D5E42" w:rsidTr="008D5E42">
        <w:tc>
          <w:tcPr>
            <w:tcW w:w="5000" w:type="pct"/>
          </w:tcPr>
          <w:p w:rsidR="00B56E1F" w:rsidRPr="008D5E42" w:rsidRDefault="00DE4F48" w:rsidP="00E65F8B">
            <w:pPr>
              <w:pStyle w:val="Bezodstpw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 xml:space="preserve">Klasyczne teorie emocji (Jamesa-Langego, </w:t>
            </w:r>
            <w:proofErr w:type="spellStart"/>
            <w:r w:rsidRPr="008D5E42">
              <w:rPr>
                <w:rFonts w:ascii="Times New Roman" w:hAnsi="Times New Roman"/>
                <w:sz w:val="24"/>
                <w:szCs w:val="24"/>
              </w:rPr>
              <w:t>Cannona</w:t>
            </w:r>
            <w:proofErr w:type="spellEnd"/>
            <w:r w:rsidRPr="008D5E42">
              <w:rPr>
                <w:rFonts w:ascii="Times New Roman" w:hAnsi="Times New Roman"/>
                <w:sz w:val="24"/>
                <w:szCs w:val="24"/>
              </w:rPr>
              <w:t xml:space="preserve">-Barda, </w:t>
            </w:r>
            <w:proofErr w:type="spellStart"/>
            <w:r w:rsidRPr="008D5E42">
              <w:rPr>
                <w:rFonts w:ascii="Times New Roman" w:hAnsi="Times New Roman"/>
                <w:sz w:val="24"/>
                <w:szCs w:val="24"/>
              </w:rPr>
              <w:t>Schachtera</w:t>
            </w:r>
            <w:proofErr w:type="spellEnd"/>
            <w:r w:rsidRPr="008D5E42">
              <w:rPr>
                <w:rFonts w:ascii="Times New Roman" w:hAnsi="Times New Roman"/>
                <w:sz w:val="24"/>
                <w:szCs w:val="24"/>
              </w:rPr>
              <w:t xml:space="preserve">-Singera). </w:t>
            </w:r>
          </w:p>
        </w:tc>
      </w:tr>
      <w:tr w:rsidR="00B56E1F" w:rsidRPr="008D5E42" w:rsidTr="008D5E42">
        <w:tc>
          <w:tcPr>
            <w:tcW w:w="5000" w:type="pct"/>
          </w:tcPr>
          <w:p w:rsidR="00B56E1F" w:rsidRPr="008D5E42" w:rsidRDefault="00DE4F48" w:rsidP="00E65F8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Biologia emocji. Podstawy anatomiczne i neurofizjologia emocji.</w:t>
            </w:r>
          </w:p>
        </w:tc>
      </w:tr>
      <w:tr w:rsidR="00DE4F48" w:rsidRPr="008D5E42" w:rsidTr="008D5E42">
        <w:tc>
          <w:tcPr>
            <w:tcW w:w="5000" w:type="pct"/>
          </w:tcPr>
          <w:p w:rsidR="00DE4F48" w:rsidRPr="008D5E42" w:rsidRDefault="00DE4F48" w:rsidP="00E65F8B">
            <w:pPr>
              <w:pStyle w:val="Bezodstpw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Emocje świadome i nieświadome.</w:t>
            </w:r>
          </w:p>
        </w:tc>
      </w:tr>
      <w:tr w:rsidR="00DE4F48" w:rsidRPr="008D5E42" w:rsidTr="008D5E42">
        <w:tc>
          <w:tcPr>
            <w:tcW w:w="5000" w:type="pct"/>
          </w:tcPr>
          <w:p w:rsidR="00DE4F48" w:rsidRPr="008D5E42" w:rsidRDefault="00DE4F48" w:rsidP="00E65F8B">
            <w:pPr>
              <w:pStyle w:val="Bezodstpw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Ekspresja emocjonalna. Uniwersalność emocji podstawowych.</w:t>
            </w:r>
          </w:p>
        </w:tc>
      </w:tr>
      <w:tr w:rsidR="00DE4F48" w:rsidRPr="008D5E42" w:rsidTr="008D5E42">
        <w:tc>
          <w:tcPr>
            <w:tcW w:w="5000" w:type="pct"/>
          </w:tcPr>
          <w:p w:rsidR="00DE4F48" w:rsidRPr="008D5E42" w:rsidRDefault="00DE4F48" w:rsidP="00E65F8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Emocje w kontekście społeczno-kulturowym.</w:t>
            </w:r>
          </w:p>
        </w:tc>
      </w:tr>
      <w:tr w:rsidR="00DE4F48" w:rsidRPr="008D5E42" w:rsidTr="008D5E42">
        <w:tc>
          <w:tcPr>
            <w:tcW w:w="5000" w:type="pct"/>
          </w:tcPr>
          <w:p w:rsidR="00DE4F48" w:rsidRPr="008D5E42" w:rsidRDefault="00DE4F48" w:rsidP="00E65F8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Relacje emocje-poznanie.</w:t>
            </w:r>
          </w:p>
        </w:tc>
      </w:tr>
      <w:tr w:rsidR="00DE4F48" w:rsidRPr="008D5E42" w:rsidTr="008D5E42">
        <w:tc>
          <w:tcPr>
            <w:tcW w:w="5000" w:type="pct"/>
          </w:tcPr>
          <w:p w:rsidR="00DE4F48" w:rsidRPr="008D5E42" w:rsidRDefault="00DE4F48" w:rsidP="00E65F8B">
            <w:pPr>
              <w:pStyle w:val="Bezodstpw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Inteligencja emocjonalna. Samokont</w:t>
            </w:r>
            <w:r w:rsidR="003E4099">
              <w:rPr>
                <w:rFonts w:ascii="Times New Roman" w:hAnsi="Times New Roman"/>
                <w:sz w:val="24"/>
                <w:szCs w:val="24"/>
              </w:rPr>
              <w:t>rola i samoregulacja.</w:t>
            </w:r>
          </w:p>
        </w:tc>
      </w:tr>
      <w:tr w:rsidR="00DE4F48" w:rsidRPr="008D5E42" w:rsidTr="008D5E42">
        <w:tc>
          <w:tcPr>
            <w:tcW w:w="5000" w:type="pct"/>
          </w:tcPr>
          <w:p w:rsidR="00DE4F48" w:rsidRPr="008D5E42" w:rsidRDefault="003E4099" w:rsidP="00E65F8B">
            <w:pPr>
              <w:pStyle w:val="Bezodstpw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Motywacja - pojęcie, źródła, rodzaje, podstawowe koncepcje.</w:t>
            </w:r>
          </w:p>
        </w:tc>
      </w:tr>
      <w:tr w:rsidR="00DE4F48" w:rsidRPr="008D5E42" w:rsidTr="008D5E42">
        <w:tc>
          <w:tcPr>
            <w:tcW w:w="5000" w:type="pct"/>
          </w:tcPr>
          <w:p w:rsidR="00DE4F48" w:rsidRPr="008D5E42" w:rsidRDefault="00DE4F48" w:rsidP="00E65F8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 xml:space="preserve">Motywacje homeostatyczne i </w:t>
            </w:r>
            <w:proofErr w:type="spellStart"/>
            <w:r w:rsidRPr="008D5E42">
              <w:rPr>
                <w:rFonts w:ascii="Times New Roman" w:hAnsi="Times New Roman"/>
                <w:sz w:val="24"/>
                <w:szCs w:val="24"/>
              </w:rPr>
              <w:t>heterostatyczn</w:t>
            </w:r>
            <w:r w:rsidR="00E91314"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 w:rsidR="00E9131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DE4F48" w:rsidRPr="008D5E42" w:rsidTr="008D5E42">
        <w:tc>
          <w:tcPr>
            <w:tcW w:w="5000" w:type="pct"/>
          </w:tcPr>
          <w:p w:rsidR="00DE4F48" w:rsidRPr="008D5E42" w:rsidRDefault="00DE4F48" w:rsidP="00E65F8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Zachowania wolicjonalne i wytrwałość w działaniu. </w:t>
            </w:r>
          </w:p>
        </w:tc>
      </w:tr>
      <w:tr w:rsidR="003E4099" w:rsidRPr="008D5E42" w:rsidTr="008D5E42">
        <w:tc>
          <w:tcPr>
            <w:tcW w:w="5000" w:type="pct"/>
          </w:tcPr>
          <w:p w:rsidR="003E4099" w:rsidRPr="008D5E42" w:rsidRDefault="003E4099" w:rsidP="00E65F8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Motywacja osiągnięć. Konflikty motywacyjne.</w:t>
            </w:r>
          </w:p>
        </w:tc>
      </w:tr>
      <w:tr w:rsidR="00DE4F48" w:rsidRPr="008D5E42" w:rsidTr="008D5E42">
        <w:tc>
          <w:tcPr>
            <w:tcW w:w="5000" w:type="pct"/>
          </w:tcPr>
          <w:p w:rsidR="00DE4F48" w:rsidRPr="008D5E42" w:rsidRDefault="003E4099" w:rsidP="00E65F8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Psychopatologia emocji i motywacji – wybrane zagadnienia.</w:t>
            </w:r>
          </w:p>
        </w:tc>
      </w:tr>
    </w:tbl>
    <w:p w:rsidR="0085747A" w:rsidRPr="008D5E4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8D5E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D5E42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8D5E42">
        <w:rPr>
          <w:rFonts w:ascii="Times New Roman" w:hAnsi="Times New Roman"/>
          <w:sz w:val="24"/>
          <w:szCs w:val="24"/>
        </w:rPr>
        <w:t xml:space="preserve">, </w:t>
      </w:r>
      <w:r w:rsidRPr="008D5E42">
        <w:rPr>
          <w:rFonts w:ascii="Times New Roman" w:hAnsi="Times New Roman"/>
          <w:sz w:val="24"/>
          <w:szCs w:val="24"/>
        </w:rPr>
        <w:t xml:space="preserve">zajęć praktycznych </w:t>
      </w:r>
    </w:p>
    <w:p w:rsidR="0085747A" w:rsidRPr="008D5E42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D5E42" w:rsidTr="008D5E42">
        <w:tc>
          <w:tcPr>
            <w:tcW w:w="5000" w:type="pct"/>
          </w:tcPr>
          <w:p w:rsidR="0085747A" w:rsidRPr="008D5E42" w:rsidRDefault="0085747A" w:rsidP="00E65F8B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8D5E42" w:rsidTr="008D5E42">
        <w:tc>
          <w:tcPr>
            <w:tcW w:w="5000" w:type="pct"/>
          </w:tcPr>
          <w:p w:rsidR="0085747A" w:rsidRPr="008D5E42" w:rsidRDefault="00D01B59" w:rsidP="00E65F8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Biologiczne podstawy procesów afektywnych.</w:t>
            </w:r>
          </w:p>
        </w:tc>
      </w:tr>
      <w:tr w:rsidR="0085747A" w:rsidRPr="008D5E42" w:rsidTr="008D5E42">
        <w:tc>
          <w:tcPr>
            <w:tcW w:w="5000" w:type="pct"/>
          </w:tcPr>
          <w:p w:rsidR="0085747A" w:rsidRPr="008D5E42" w:rsidRDefault="00D01B59" w:rsidP="00E65F8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Poznawcze i społeczne mechanizmy procesów emocjonalnych.</w:t>
            </w:r>
          </w:p>
        </w:tc>
      </w:tr>
      <w:tr w:rsidR="00D01B59" w:rsidRPr="008D5E42" w:rsidTr="008D5E42">
        <w:tc>
          <w:tcPr>
            <w:tcW w:w="5000" w:type="pct"/>
          </w:tcPr>
          <w:p w:rsidR="00D01B59" w:rsidRPr="008D5E42" w:rsidRDefault="00D01B59" w:rsidP="00E65F8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Ekspresja emocjonalna. Uniwersalność emocji. Emocje a kultura.</w:t>
            </w:r>
          </w:p>
        </w:tc>
      </w:tr>
      <w:tr w:rsidR="00D01B59" w:rsidRPr="008D5E42" w:rsidTr="008D5E42">
        <w:tc>
          <w:tcPr>
            <w:tcW w:w="5000" w:type="pct"/>
          </w:tcPr>
          <w:p w:rsidR="00D01B59" w:rsidRPr="008D5E42" w:rsidRDefault="00D01B59" w:rsidP="00E65F8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Emocje a procesy poznawcze.</w:t>
            </w:r>
          </w:p>
        </w:tc>
      </w:tr>
      <w:tr w:rsidR="00D01B59" w:rsidRPr="008D5E42" w:rsidTr="008D5E42">
        <w:tc>
          <w:tcPr>
            <w:tcW w:w="5000" w:type="pct"/>
          </w:tcPr>
          <w:p w:rsidR="00D01B59" w:rsidRPr="008D5E42" w:rsidRDefault="00D01B59" w:rsidP="00E65F8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 xml:space="preserve">Motywacje wzrostowe. Samorealizacja i transgresja. </w:t>
            </w:r>
          </w:p>
        </w:tc>
      </w:tr>
      <w:tr w:rsidR="00D01B59" w:rsidRPr="008D5E42" w:rsidTr="008D5E42">
        <w:tc>
          <w:tcPr>
            <w:tcW w:w="5000" w:type="pct"/>
          </w:tcPr>
          <w:p w:rsidR="00D01B59" w:rsidRPr="008D5E42" w:rsidRDefault="00D01B59" w:rsidP="00E65F8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 xml:space="preserve">Motywacja a zachowania celowe. </w:t>
            </w:r>
          </w:p>
        </w:tc>
      </w:tr>
      <w:tr w:rsidR="00D01B59" w:rsidRPr="008D5E42" w:rsidTr="008D5E42">
        <w:tc>
          <w:tcPr>
            <w:tcW w:w="5000" w:type="pct"/>
          </w:tcPr>
          <w:p w:rsidR="00D01B59" w:rsidRPr="008D5E42" w:rsidRDefault="00D01B59" w:rsidP="00E65F8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Wybrane metody badania emocji i motywacji.</w:t>
            </w:r>
          </w:p>
        </w:tc>
      </w:tr>
    </w:tbl>
    <w:p w:rsidR="0085747A" w:rsidRPr="008D5E4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8D5E42" w:rsidRDefault="009F4610" w:rsidP="009F055A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D5E42">
        <w:rPr>
          <w:smallCaps w:val="0"/>
          <w:szCs w:val="24"/>
        </w:rPr>
        <w:t>3.4 Metody dydaktyczne</w:t>
      </w:r>
    </w:p>
    <w:p w:rsidR="0085747A" w:rsidRPr="008D5E42" w:rsidRDefault="00B56E1F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8D5E42">
        <w:rPr>
          <w:b w:val="0"/>
          <w:smallCaps w:val="0"/>
          <w:szCs w:val="24"/>
        </w:rPr>
        <w:t>Wykład z prezentacją multimedialną</w:t>
      </w:r>
      <w:r w:rsidR="00A408D3" w:rsidRPr="008D5E42">
        <w:rPr>
          <w:b w:val="0"/>
          <w:smallCaps w:val="0"/>
          <w:szCs w:val="24"/>
        </w:rPr>
        <w:t>.</w:t>
      </w:r>
    </w:p>
    <w:p w:rsidR="00A408D3" w:rsidRPr="008D5E42" w:rsidRDefault="00A408D3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8D5E42">
        <w:rPr>
          <w:b w:val="0"/>
          <w:smallCaps w:val="0"/>
          <w:szCs w:val="24"/>
        </w:rPr>
        <w:t>Ćwiczenia: praca projektowa w grupach, prezentacje.</w:t>
      </w:r>
    </w:p>
    <w:p w:rsidR="009F055A" w:rsidRDefault="009F055A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936858" w:rsidRPr="008D5E42" w:rsidRDefault="00936858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8D5E4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D5E42">
        <w:rPr>
          <w:smallCaps w:val="0"/>
          <w:szCs w:val="24"/>
        </w:rPr>
        <w:t xml:space="preserve">4. </w:t>
      </w:r>
      <w:r w:rsidR="0085747A" w:rsidRPr="008D5E42">
        <w:rPr>
          <w:smallCaps w:val="0"/>
          <w:szCs w:val="24"/>
        </w:rPr>
        <w:t>METODY I KRYTERIA OCENY</w:t>
      </w:r>
    </w:p>
    <w:p w:rsidR="00923D7D" w:rsidRPr="008D5E4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8D5E42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8D5E42">
        <w:rPr>
          <w:smallCaps w:val="0"/>
          <w:szCs w:val="24"/>
        </w:rPr>
        <w:t xml:space="preserve">4.1 Sposoby weryfikacji efektów </w:t>
      </w:r>
      <w:r w:rsidR="00C05F44" w:rsidRPr="008D5E42">
        <w:rPr>
          <w:smallCaps w:val="0"/>
          <w:szCs w:val="24"/>
        </w:rPr>
        <w:t>uczenia się</w:t>
      </w:r>
    </w:p>
    <w:p w:rsidR="0085747A" w:rsidRPr="008D5E4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5E42" w:rsidTr="00B70A85">
        <w:tc>
          <w:tcPr>
            <w:tcW w:w="1962" w:type="dxa"/>
            <w:vAlign w:val="center"/>
          </w:tcPr>
          <w:p w:rsidR="0085747A" w:rsidRPr="008D5E4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D5E4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8D5E42" w:rsidRDefault="00E65F8B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8D5E4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D5E42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8D5E42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8D5E4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D5E42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D5E4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D5E42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D5E42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8D5E42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B0496C" w:rsidRPr="008D5E42" w:rsidTr="00B70A85">
        <w:tc>
          <w:tcPr>
            <w:tcW w:w="1962" w:type="dxa"/>
          </w:tcPr>
          <w:p w:rsidR="00B0496C" w:rsidRPr="008D5E4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D5E42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:rsidR="00B0496C" w:rsidRPr="000C5847" w:rsidRDefault="00B70A85" w:rsidP="000C5847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0C5847">
              <w:rPr>
                <w:rFonts w:ascii="Times New Roman" w:hAnsi="Times New Roman"/>
                <w:sz w:val="24"/>
                <w:szCs w:val="24"/>
              </w:rPr>
              <w:t>egzamin pisemny, kolokwium</w:t>
            </w:r>
            <w:r w:rsidR="00426BA5">
              <w:rPr>
                <w:rFonts w:ascii="Times New Roman" w:hAnsi="Times New Roman"/>
                <w:sz w:val="24"/>
                <w:szCs w:val="24"/>
              </w:rPr>
              <w:t xml:space="preserve"> pisemne</w:t>
            </w:r>
          </w:p>
        </w:tc>
        <w:tc>
          <w:tcPr>
            <w:tcW w:w="2117" w:type="dxa"/>
          </w:tcPr>
          <w:p w:rsidR="00B0496C" w:rsidRPr="008D5E42" w:rsidRDefault="0081568F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0496C" w:rsidRPr="008D5E42" w:rsidTr="00B70A85">
        <w:tc>
          <w:tcPr>
            <w:tcW w:w="1962" w:type="dxa"/>
          </w:tcPr>
          <w:p w:rsidR="00B0496C" w:rsidRPr="008D5E4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D5E4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426BA5" w:rsidRDefault="00426BA5" w:rsidP="000C584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B70A85" w:rsidRPr="000C5847">
              <w:rPr>
                <w:rFonts w:ascii="Times New Roman" w:hAnsi="Times New Roman"/>
                <w:sz w:val="24"/>
                <w:szCs w:val="24"/>
              </w:rPr>
              <w:t>olokwium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pisemne</w:t>
            </w:r>
            <w:r w:rsidR="00B70A85" w:rsidRPr="000C58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0496C" w:rsidRPr="000C5847" w:rsidRDefault="00B70A85" w:rsidP="000C5847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0C5847">
              <w:rPr>
                <w:rFonts w:ascii="Times New Roman" w:hAnsi="Times New Roman"/>
                <w:sz w:val="24"/>
                <w:szCs w:val="24"/>
              </w:rPr>
              <w:t>egzamin pisemny</w:t>
            </w:r>
            <w:r w:rsidR="009368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36858">
              <w:rPr>
                <w:rFonts w:ascii="Times New Roman" w:hAnsi="Times New Roman"/>
                <w:sz w:val="24"/>
                <w:szCs w:val="24"/>
              </w:rPr>
              <w:br/>
              <w:t>projekt</w:t>
            </w:r>
            <w:r w:rsidRPr="000C58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6858">
              <w:rPr>
                <w:rFonts w:ascii="Times New Roman" w:hAnsi="Times New Roman"/>
                <w:sz w:val="24"/>
                <w:szCs w:val="24"/>
              </w:rPr>
              <w:t xml:space="preserve">grupowy (samodzielne opracowanie i przedstawienie na zajęciach: a) wybranego badania naukowego z obszaru psychologii osobowości; b) narzędzia do badania sfery emocjonalnej i motywacyjnej, wraz z raportem z samodzielnie przeprowadzonego badania </w:t>
            </w:r>
            <w:r w:rsidR="00426BA5">
              <w:rPr>
                <w:rFonts w:ascii="Times New Roman" w:hAnsi="Times New Roman"/>
                <w:sz w:val="24"/>
                <w:szCs w:val="24"/>
              </w:rPr>
              <w:t>wyżej opisanym narzędziem)</w:t>
            </w:r>
            <w:r w:rsidR="009368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</w:tcPr>
          <w:p w:rsidR="00B0496C" w:rsidRPr="008D5E42" w:rsidRDefault="0081568F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0496C" w:rsidRPr="008D5E42" w:rsidTr="00B70A85">
        <w:tc>
          <w:tcPr>
            <w:tcW w:w="1962" w:type="dxa"/>
          </w:tcPr>
          <w:p w:rsidR="00B0496C" w:rsidRPr="008D5E4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D5E4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B0496C" w:rsidRPr="000C5847" w:rsidRDefault="0081568F" w:rsidP="000C5847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obserwacja w trakcie zajęć, projekt grupowy</w:t>
            </w:r>
          </w:p>
        </w:tc>
        <w:tc>
          <w:tcPr>
            <w:tcW w:w="2117" w:type="dxa"/>
          </w:tcPr>
          <w:p w:rsidR="00B0496C" w:rsidRPr="008D5E42" w:rsidRDefault="0081568F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0496C" w:rsidRPr="008D5E42" w:rsidTr="00B70A85">
        <w:tc>
          <w:tcPr>
            <w:tcW w:w="1962" w:type="dxa"/>
          </w:tcPr>
          <w:p w:rsidR="00B0496C" w:rsidRPr="008D5E4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D5E4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B0496C" w:rsidRPr="000C5847" w:rsidRDefault="00B70A85" w:rsidP="000C5847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0C5847">
              <w:rPr>
                <w:rFonts w:ascii="Times New Roman" w:hAnsi="Times New Roman"/>
                <w:sz w:val="24"/>
                <w:szCs w:val="24"/>
              </w:rPr>
              <w:t>obserwacja w trakcie zajęć, projekt</w:t>
            </w:r>
            <w:r w:rsidR="0081568F">
              <w:rPr>
                <w:rFonts w:ascii="Times New Roman" w:hAnsi="Times New Roman"/>
                <w:sz w:val="24"/>
                <w:szCs w:val="24"/>
              </w:rPr>
              <w:t xml:space="preserve"> grupowy</w:t>
            </w:r>
          </w:p>
        </w:tc>
        <w:tc>
          <w:tcPr>
            <w:tcW w:w="2117" w:type="dxa"/>
          </w:tcPr>
          <w:p w:rsidR="00B0496C" w:rsidRPr="008D5E42" w:rsidRDefault="00DD2CDC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8D5E42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B70A85" w:rsidRDefault="00B70A85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36858" w:rsidRPr="008D5E42" w:rsidRDefault="00936858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D5E42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8D5E42">
        <w:rPr>
          <w:smallCaps w:val="0"/>
          <w:szCs w:val="24"/>
        </w:rPr>
        <w:t xml:space="preserve">4.2 </w:t>
      </w:r>
      <w:r w:rsidR="0085747A" w:rsidRPr="008D5E42">
        <w:rPr>
          <w:smallCaps w:val="0"/>
          <w:szCs w:val="24"/>
        </w:rPr>
        <w:t>Warunki zaliczenia przedmiotu (kryteria oceniania)</w:t>
      </w:r>
    </w:p>
    <w:p w:rsidR="00936858" w:rsidRDefault="00936858" w:rsidP="009B53BB">
      <w:pPr>
        <w:pStyle w:val="Punktygwne"/>
        <w:spacing w:before="0" w:after="0"/>
        <w:rPr>
          <w:b w:val="0"/>
          <w:smallCaps w:val="0"/>
          <w:szCs w:val="24"/>
        </w:rPr>
      </w:pPr>
    </w:p>
    <w:p w:rsidR="00D02A41" w:rsidRDefault="00D02A41" w:rsidP="009B53BB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Warunki zaliczenia wykładu:</w:t>
      </w:r>
    </w:p>
    <w:p w:rsidR="00D02A41" w:rsidRDefault="009B53BB" w:rsidP="00D02A41">
      <w:pPr>
        <w:pStyle w:val="Punktygwne"/>
        <w:spacing w:before="0" w:after="0"/>
        <w:rPr>
          <w:b w:val="0"/>
          <w:smallCaps w:val="0"/>
          <w:szCs w:val="24"/>
        </w:rPr>
      </w:pPr>
      <w:r w:rsidRPr="008D5E42">
        <w:rPr>
          <w:b w:val="0"/>
          <w:smallCaps w:val="0"/>
          <w:szCs w:val="24"/>
        </w:rPr>
        <w:t>1. pozytywna ocena z egzaminu pisemnego</w:t>
      </w:r>
      <w:r w:rsidR="00EB1BDF" w:rsidRPr="008D5E42">
        <w:rPr>
          <w:b w:val="0"/>
          <w:smallCaps w:val="0"/>
          <w:szCs w:val="24"/>
        </w:rPr>
        <w:t xml:space="preserve"> </w:t>
      </w:r>
      <w:r w:rsidR="00D02A41">
        <w:rPr>
          <w:b w:val="0"/>
          <w:smallCaps w:val="0"/>
          <w:szCs w:val="24"/>
        </w:rPr>
        <w:t>–</w:t>
      </w:r>
      <w:r w:rsidR="00EB1BDF" w:rsidRPr="008D5E42">
        <w:rPr>
          <w:b w:val="0"/>
          <w:smallCaps w:val="0"/>
          <w:szCs w:val="24"/>
        </w:rPr>
        <w:t xml:space="preserve"> testu</w:t>
      </w:r>
    </w:p>
    <w:p w:rsidR="00D02A41" w:rsidRDefault="00936858" w:rsidP="00D02A4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</w:t>
      </w:r>
      <w:r w:rsidR="00D02A41">
        <w:rPr>
          <w:b w:val="0"/>
          <w:smallCaps w:val="0"/>
          <w:szCs w:val="24"/>
        </w:rPr>
        <w:t>cena</w:t>
      </w:r>
      <w:r>
        <w:rPr>
          <w:b w:val="0"/>
          <w:smallCaps w:val="0"/>
          <w:szCs w:val="24"/>
        </w:rPr>
        <w:t xml:space="preserve"> </w:t>
      </w:r>
      <w:r w:rsidR="00D02A41" w:rsidRPr="00A533C4">
        <w:rPr>
          <w:b w:val="0"/>
          <w:smallCaps w:val="0"/>
          <w:szCs w:val="24"/>
        </w:rPr>
        <w:t xml:space="preserve">5.0 – wykazuje znajomość treści kształcenia na poziomie 93%-100% </w:t>
      </w:r>
      <w:r w:rsidR="00D02A41" w:rsidRPr="00975ED8">
        <w:rPr>
          <w:rStyle w:val="x4k7w5x"/>
          <w:b w:val="0"/>
          <w:smallCaps w:val="0"/>
        </w:rPr>
        <w:t>(znakomita wiedza)</w:t>
      </w:r>
    </w:p>
    <w:p w:rsidR="00D02A41" w:rsidRDefault="00D02A41" w:rsidP="00D02A4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4.5 – wykazuje znajomość treści kształcenia na poziomie 85%-92% </w:t>
      </w:r>
      <w:r w:rsidRPr="00975ED8">
        <w:rPr>
          <w:rStyle w:val="x4k7w5x"/>
          <w:b w:val="0"/>
          <w:smallCaps w:val="0"/>
        </w:rPr>
        <w:t>(bardzo dobry poziom wiedzy z drobnymi błędami)</w:t>
      </w:r>
    </w:p>
    <w:p w:rsidR="00D02A41" w:rsidRDefault="00D02A41" w:rsidP="00D02A4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4.0 – wykazuje znajomość treści kształcenia na poziomie 77%-84% </w:t>
      </w:r>
      <w:r w:rsidRPr="00975ED8">
        <w:rPr>
          <w:rStyle w:val="x4k7w5x"/>
          <w:b w:val="0"/>
          <w:smallCaps w:val="0"/>
        </w:rPr>
        <w:t>(dobry poziom wiedzy, z pewnymi niedociągnięciami)</w:t>
      </w:r>
    </w:p>
    <w:p w:rsidR="00D02A41" w:rsidRDefault="00D02A41" w:rsidP="00D02A4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lastRenderedPageBreak/>
        <w:t>ocena</w:t>
      </w:r>
      <w:r w:rsidRPr="00A533C4">
        <w:rPr>
          <w:b w:val="0"/>
          <w:smallCaps w:val="0"/>
          <w:szCs w:val="24"/>
        </w:rPr>
        <w:t xml:space="preserve"> 3.5 – wykazuje znajomość treści kształcenia na poziomie 69%-76% </w:t>
      </w:r>
      <w:r w:rsidRPr="00975ED8">
        <w:rPr>
          <w:rStyle w:val="x4k7w5x"/>
          <w:b w:val="0"/>
          <w:smallCaps w:val="0"/>
        </w:rPr>
        <w:t>(zadowalająca wiedza, z niewielką liczbą błędów)</w:t>
      </w:r>
    </w:p>
    <w:p w:rsidR="00D02A41" w:rsidRDefault="00D02A41" w:rsidP="00D02A4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3.0 – wykazuje znajomość treści kształcenia na poziomie 60%-68% </w:t>
      </w:r>
      <w:r w:rsidRPr="00975ED8">
        <w:rPr>
          <w:rStyle w:val="x4k7w5x"/>
          <w:b w:val="0"/>
          <w:smallCaps w:val="0"/>
        </w:rPr>
        <w:t>(zadowalająca wiedza z licznymi błędami)</w:t>
      </w:r>
    </w:p>
    <w:p w:rsidR="00D02A41" w:rsidRPr="008D5E42" w:rsidRDefault="00D02A41" w:rsidP="009B53BB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2.0 – wykazuje znajomość treści kształcenia poniżej 60%</w:t>
      </w:r>
      <w:r>
        <w:rPr>
          <w:b w:val="0"/>
          <w:smallCaps w:val="0"/>
          <w:szCs w:val="24"/>
        </w:rPr>
        <w:t xml:space="preserve">; </w:t>
      </w:r>
      <w:r w:rsidRPr="00975ED8">
        <w:rPr>
          <w:rStyle w:val="x4k7w5x"/>
          <w:b w:val="0"/>
          <w:smallCaps w:val="0"/>
        </w:rPr>
        <w:t>(niezadowalająca wiedza, liczne błędy)</w:t>
      </w:r>
    </w:p>
    <w:p w:rsidR="009B53BB" w:rsidRPr="008D5E42" w:rsidRDefault="009B53BB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8D5E42">
        <w:rPr>
          <w:b w:val="0"/>
          <w:smallCaps w:val="0"/>
          <w:szCs w:val="24"/>
        </w:rPr>
        <w:t>2. obecność na wykładach.</w:t>
      </w:r>
    </w:p>
    <w:p w:rsidR="00D02A41" w:rsidRDefault="00D02A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D02A41" w:rsidRDefault="00D02A41" w:rsidP="00D02A4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Warunki zaliczenia ćwiczeń</w:t>
      </w:r>
    </w:p>
    <w:p w:rsidR="00D02A41" w:rsidRPr="00A533C4" w:rsidRDefault="00936858" w:rsidP="00936858">
      <w:pPr>
        <w:pStyle w:val="Punktygwne"/>
        <w:spacing w:before="0" w:after="0"/>
        <w:rPr>
          <w:b w:val="0"/>
          <w:smallCaps w:val="0"/>
          <w:szCs w:val="24"/>
        </w:rPr>
      </w:pPr>
      <w:r w:rsidRPr="008D5E42">
        <w:rPr>
          <w:b w:val="0"/>
          <w:smallCaps w:val="0"/>
          <w:szCs w:val="24"/>
        </w:rPr>
        <w:t>1. pozy</w:t>
      </w:r>
      <w:r>
        <w:rPr>
          <w:b w:val="0"/>
          <w:smallCaps w:val="0"/>
          <w:szCs w:val="24"/>
        </w:rPr>
        <w:t>tywna ocena z</w:t>
      </w:r>
      <w:r w:rsidR="00D02A41">
        <w:rPr>
          <w:b w:val="0"/>
          <w:smallCaps w:val="0"/>
          <w:szCs w:val="24"/>
        </w:rPr>
        <w:t xml:space="preserve"> k</w:t>
      </w:r>
      <w:r w:rsidR="00D02A41" w:rsidRPr="00A533C4">
        <w:rPr>
          <w:b w:val="0"/>
          <w:smallCaps w:val="0"/>
          <w:szCs w:val="24"/>
        </w:rPr>
        <w:t>olokwium pisemne</w:t>
      </w:r>
      <w:r>
        <w:rPr>
          <w:b w:val="0"/>
          <w:smallCaps w:val="0"/>
          <w:szCs w:val="24"/>
        </w:rPr>
        <w:t>go oraz projektu realizowanego w grupach</w:t>
      </w:r>
    </w:p>
    <w:p w:rsidR="00D02A41" w:rsidRDefault="00936858" w:rsidP="00D02A4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</w:t>
      </w:r>
      <w:r w:rsidR="00D02A41">
        <w:rPr>
          <w:b w:val="0"/>
          <w:smallCaps w:val="0"/>
          <w:szCs w:val="24"/>
        </w:rPr>
        <w:t>cena</w:t>
      </w:r>
      <w:r>
        <w:rPr>
          <w:b w:val="0"/>
          <w:smallCaps w:val="0"/>
          <w:szCs w:val="24"/>
        </w:rPr>
        <w:t xml:space="preserve"> </w:t>
      </w:r>
      <w:r w:rsidR="00D02A41" w:rsidRPr="00A533C4">
        <w:rPr>
          <w:b w:val="0"/>
          <w:smallCaps w:val="0"/>
          <w:szCs w:val="24"/>
        </w:rPr>
        <w:t xml:space="preserve">5.0 – wykazuje znajomość treści kształcenia na poziomie 93%-100% </w:t>
      </w:r>
      <w:r w:rsidR="00D02A41" w:rsidRPr="00975ED8">
        <w:rPr>
          <w:rStyle w:val="x4k7w5x"/>
          <w:b w:val="0"/>
          <w:smallCaps w:val="0"/>
        </w:rPr>
        <w:t>(znakomita wiedza)</w:t>
      </w:r>
    </w:p>
    <w:p w:rsidR="00D02A41" w:rsidRDefault="00D02A41" w:rsidP="00D02A4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4.5 – wykazuje znajomość treści kształcenia na poziomie 85%-92% </w:t>
      </w:r>
      <w:r w:rsidRPr="00975ED8">
        <w:rPr>
          <w:rStyle w:val="x4k7w5x"/>
          <w:b w:val="0"/>
          <w:smallCaps w:val="0"/>
        </w:rPr>
        <w:t>(bardzo dobry poziom wiedzy z drobnymi błędami)</w:t>
      </w:r>
    </w:p>
    <w:p w:rsidR="00D02A41" w:rsidRDefault="00D02A41" w:rsidP="00D02A4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4.0 – wykazuje znajomość treści kształcenia na poziomie 77%-84% </w:t>
      </w:r>
      <w:r w:rsidRPr="00975ED8">
        <w:rPr>
          <w:rStyle w:val="x4k7w5x"/>
          <w:b w:val="0"/>
          <w:smallCaps w:val="0"/>
        </w:rPr>
        <w:t>(dobry poziom wiedzy, z pewnymi niedociągnięciami)</w:t>
      </w:r>
    </w:p>
    <w:p w:rsidR="00D02A41" w:rsidRDefault="00D02A41" w:rsidP="00D02A4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3.5 – wykazuje znajomość treści kształcenia na poziomie 69%-76% </w:t>
      </w:r>
      <w:r w:rsidRPr="00975ED8">
        <w:rPr>
          <w:rStyle w:val="x4k7w5x"/>
          <w:b w:val="0"/>
          <w:smallCaps w:val="0"/>
        </w:rPr>
        <w:t>(zadowalająca wiedza, z niewielką liczbą błędów)</w:t>
      </w:r>
    </w:p>
    <w:p w:rsidR="00D02A41" w:rsidRDefault="00D02A41" w:rsidP="00D02A4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3.0 – wykazuje znajomość treści kształcenia na poziomie 60%-68% </w:t>
      </w:r>
      <w:r w:rsidRPr="00975ED8">
        <w:rPr>
          <w:rStyle w:val="x4k7w5x"/>
          <w:b w:val="0"/>
          <w:smallCaps w:val="0"/>
        </w:rPr>
        <w:t>(zadowalająca wiedza z licznymi błędami)</w:t>
      </w:r>
    </w:p>
    <w:p w:rsidR="00D02A41" w:rsidRDefault="00D02A41" w:rsidP="00D02A41">
      <w:pPr>
        <w:pStyle w:val="Punktygwne"/>
        <w:spacing w:before="0" w:after="0"/>
        <w:rPr>
          <w:rStyle w:val="x4k7w5x"/>
          <w:b w:val="0"/>
          <w:smallCaps w:val="0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2.0 – wykazuje znajomość treści kształcenia poniżej 60%</w:t>
      </w:r>
      <w:r>
        <w:rPr>
          <w:b w:val="0"/>
          <w:smallCaps w:val="0"/>
          <w:szCs w:val="24"/>
        </w:rPr>
        <w:t xml:space="preserve">; </w:t>
      </w:r>
      <w:r w:rsidRPr="00975ED8">
        <w:rPr>
          <w:rStyle w:val="x4k7w5x"/>
          <w:b w:val="0"/>
          <w:smallCaps w:val="0"/>
        </w:rPr>
        <w:t>(niezadowalająca wiedza, liczne błędy)</w:t>
      </w:r>
    </w:p>
    <w:p w:rsidR="00D02A41" w:rsidRPr="008D5E42" w:rsidRDefault="00D02A41" w:rsidP="00D02A41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8D5E4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D5E4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8D5E4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8D5E42" w:rsidTr="00E174FD">
        <w:tc>
          <w:tcPr>
            <w:tcW w:w="4962" w:type="dxa"/>
            <w:vAlign w:val="center"/>
          </w:tcPr>
          <w:p w:rsidR="000C5696" w:rsidRPr="008D5E42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E42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8D5E42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E42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8D5E42" w:rsidTr="00E174FD">
        <w:tc>
          <w:tcPr>
            <w:tcW w:w="4962" w:type="dxa"/>
          </w:tcPr>
          <w:p w:rsidR="000C5696" w:rsidRPr="008D5E4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8D5E42" w:rsidRDefault="00DD2CDC" w:rsidP="000C584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0C5696" w:rsidRPr="008D5E42" w:rsidTr="00E174FD">
        <w:tc>
          <w:tcPr>
            <w:tcW w:w="4962" w:type="dxa"/>
          </w:tcPr>
          <w:p w:rsidR="000C5696" w:rsidRPr="008D5E4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8D5E4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B346E" w:rsidRPr="008D5E42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8D5E4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:rsidR="000C5696" w:rsidRPr="008D5E42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-udział</w:t>
            </w:r>
            <w:r w:rsidR="00241D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8F03B0" w:rsidRPr="008D5E42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0C5696" w:rsidRPr="008D5E42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3B346E" w:rsidRPr="008D5E42" w:rsidRDefault="003B346E" w:rsidP="000C584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46E" w:rsidRPr="008D5E42" w:rsidRDefault="004A4114" w:rsidP="000C584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C5696" w:rsidRPr="008D5E42" w:rsidRDefault="00A02DE4" w:rsidP="000C584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5696" w:rsidRPr="008D5E42" w:rsidTr="00E174FD">
        <w:tc>
          <w:tcPr>
            <w:tcW w:w="4962" w:type="dxa"/>
          </w:tcPr>
          <w:p w:rsidR="000C5696" w:rsidRPr="008D5E4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8D5E42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8D5E42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3B346E" w:rsidRPr="008D5E4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B346E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8D5E42">
              <w:rPr>
                <w:rFonts w:ascii="Times New Roman" w:hAnsi="Times New Roman"/>
                <w:sz w:val="24"/>
                <w:szCs w:val="24"/>
              </w:rPr>
              <w:t>przygotowanie do egzaminu</w:t>
            </w:r>
          </w:p>
          <w:p w:rsidR="00B71290" w:rsidRPr="008D5E42" w:rsidRDefault="00B71290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  <w:p w:rsidR="000C5696" w:rsidRPr="008D5E42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-</w:t>
            </w:r>
            <w:r w:rsidR="00DA323B" w:rsidRPr="008D5E42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8D5E42">
              <w:rPr>
                <w:rFonts w:ascii="Times New Roman" w:hAnsi="Times New Roman"/>
                <w:sz w:val="24"/>
                <w:szCs w:val="24"/>
              </w:rPr>
              <w:t>y</w:t>
            </w:r>
          </w:p>
          <w:p w:rsidR="008F03B0" w:rsidRPr="008D5E42" w:rsidRDefault="008F03B0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-praca projektowa</w:t>
            </w:r>
          </w:p>
        </w:tc>
        <w:tc>
          <w:tcPr>
            <w:tcW w:w="4677" w:type="dxa"/>
          </w:tcPr>
          <w:p w:rsidR="00DD2CDC" w:rsidRDefault="00DD2CDC" w:rsidP="000C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br/>
            </w:r>
            <w:r w:rsidR="004A4114">
              <w:rPr>
                <w:rFonts w:ascii="Times New Roman" w:hAnsi="Times New Roman"/>
                <w:sz w:val="24"/>
                <w:szCs w:val="24"/>
              </w:rPr>
              <w:t>1</w:t>
            </w:r>
            <w:r w:rsidR="00AF6F11">
              <w:rPr>
                <w:rFonts w:ascii="Times New Roman" w:hAnsi="Times New Roman"/>
                <w:sz w:val="24"/>
                <w:szCs w:val="24"/>
              </w:rPr>
              <w:t>0</w:t>
            </w:r>
            <w:r w:rsidRPr="008D5E42">
              <w:rPr>
                <w:rFonts w:ascii="Times New Roman" w:hAnsi="Times New Roman"/>
                <w:sz w:val="24"/>
                <w:szCs w:val="24"/>
              </w:rPr>
              <w:br/>
            </w:r>
            <w:r w:rsidR="004A4114">
              <w:rPr>
                <w:rFonts w:ascii="Times New Roman" w:hAnsi="Times New Roman"/>
                <w:sz w:val="24"/>
                <w:szCs w:val="24"/>
              </w:rPr>
              <w:t>1</w:t>
            </w:r>
            <w:r w:rsidR="00AF6F11">
              <w:rPr>
                <w:rFonts w:ascii="Times New Roman" w:hAnsi="Times New Roman"/>
                <w:sz w:val="24"/>
                <w:szCs w:val="24"/>
              </w:rPr>
              <w:t>0</w:t>
            </w:r>
            <w:r w:rsidRPr="008D5E42">
              <w:rPr>
                <w:rFonts w:ascii="Times New Roman" w:hAnsi="Times New Roman"/>
                <w:sz w:val="24"/>
                <w:szCs w:val="24"/>
              </w:rPr>
              <w:br/>
            </w:r>
            <w:r w:rsidR="00A02DE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71290" w:rsidRPr="008D5E42" w:rsidRDefault="004A4114" w:rsidP="000C58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5696" w:rsidRPr="008D5E42" w:rsidTr="00E174FD">
        <w:tc>
          <w:tcPr>
            <w:tcW w:w="4962" w:type="dxa"/>
          </w:tcPr>
          <w:p w:rsidR="000C5696" w:rsidRPr="008D5E4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8D5E42" w:rsidRDefault="004A4114" w:rsidP="000C584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C5696" w:rsidRPr="008D5E42" w:rsidTr="00E174FD">
        <w:tc>
          <w:tcPr>
            <w:tcW w:w="4962" w:type="dxa"/>
          </w:tcPr>
          <w:p w:rsidR="000C5696" w:rsidRPr="008D5E42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D5E4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E65F8B" w:rsidRDefault="003E4099" w:rsidP="000C584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F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85747A" w:rsidRPr="008D5E4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8D5E42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8D5E42">
        <w:rPr>
          <w:smallCaps w:val="0"/>
          <w:szCs w:val="24"/>
        </w:rPr>
        <w:t xml:space="preserve">6. </w:t>
      </w:r>
      <w:r w:rsidR="0085747A" w:rsidRPr="008D5E42">
        <w:rPr>
          <w:smallCaps w:val="0"/>
          <w:szCs w:val="24"/>
        </w:rPr>
        <w:t>PRAKTYKI ZAWO</w:t>
      </w:r>
      <w:r w:rsidR="009C1331" w:rsidRPr="008D5E42">
        <w:rPr>
          <w:smallCaps w:val="0"/>
          <w:szCs w:val="24"/>
        </w:rPr>
        <w:t>DOWE W RAMACH PRZEDMIOTU</w:t>
      </w:r>
    </w:p>
    <w:p w:rsidR="0085747A" w:rsidRPr="008D5E42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D5E42" w:rsidTr="0071620A">
        <w:trPr>
          <w:trHeight w:val="397"/>
        </w:trPr>
        <w:tc>
          <w:tcPr>
            <w:tcW w:w="3544" w:type="dxa"/>
          </w:tcPr>
          <w:p w:rsidR="0085747A" w:rsidRPr="008D5E4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D5E4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D5E42" w:rsidRDefault="00E65F8B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D5E42" w:rsidTr="0071620A">
        <w:trPr>
          <w:trHeight w:val="397"/>
        </w:trPr>
        <w:tc>
          <w:tcPr>
            <w:tcW w:w="3544" w:type="dxa"/>
          </w:tcPr>
          <w:p w:rsidR="0085747A" w:rsidRPr="008D5E4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D5E4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D5E42" w:rsidRDefault="00E65F8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8D5E4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8D5E4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D5E42">
        <w:rPr>
          <w:smallCaps w:val="0"/>
          <w:szCs w:val="24"/>
        </w:rPr>
        <w:t xml:space="preserve">7. </w:t>
      </w:r>
      <w:r w:rsidR="0085747A" w:rsidRPr="008D5E42">
        <w:rPr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A323B" w:rsidRPr="008D5E42" w:rsidTr="008D5E42">
        <w:trPr>
          <w:trHeight w:val="397"/>
        </w:trPr>
        <w:tc>
          <w:tcPr>
            <w:tcW w:w="5000" w:type="pct"/>
          </w:tcPr>
          <w:p w:rsidR="009F055A" w:rsidRPr="000C5847" w:rsidRDefault="00DA323B" w:rsidP="009F055A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0C5847">
              <w:rPr>
                <w:smallCaps w:val="0"/>
                <w:szCs w:val="24"/>
              </w:rPr>
              <w:t>Literatura podstawowa:</w:t>
            </w:r>
          </w:p>
          <w:p w:rsidR="009F055A" w:rsidRPr="008D5E42" w:rsidRDefault="009F055A" w:rsidP="009F055A">
            <w:pPr>
              <w:pStyle w:val="NormalnyWeb"/>
              <w:spacing w:before="0" w:beforeAutospacing="0" w:after="90" w:afterAutospacing="0"/>
            </w:pPr>
            <w:proofErr w:type="spellStart"/>
            <w:r w:rsidRPr="008D5E42">
              <w:t>Ekman</w:t>
            </w:r>
            <w:proofErr w:type="spellEnd"/>
            <w:r w:rsidRPr="008D5E42">
              <w:t xml:space="preserve">, P., Davidson, R. I. (2015) (red.). </w:t>
            </w:r>
            <w:r w:rsidRPr="008D5E42">
              <w:rPr>
                <w:i/>
              </w:rPr>
              <w:t>Natura Emocji – podstawowe zagadnienia</w:t>
            </w:r>
            <w:r w:rsidRPr="008D5E42">
              <w:t>. Gdańsk: GWP. (fragmenty)</w:t>
            </w:r>
          </w:p>
          <w:p w:rsidR="009F055A" w:rsidRPr="008D5E42" w:rsidRDefault="009F055A" w:rsidP="009F055A">
            <w:pPr>
              <w:pStyle w:val="NormalnyWeb"/>
              <w:spacing w:before="0" w:beforeAutospacing="0" w:after="90" w:afterAutospacing="0"/>
            </w:pPr>
            <w:proofErr w:type="spellStart"/>
            <w:r w:rsidRPr="008D5E42">
              <w:t>Franken</w:t>
            </w:r>
            <w:proofErr w:type="spellEnd"/>
            <w:r w:rsidRPr="008D5E42">
              <w:t xml:space="preserve">, R.E. (2006). </w:t>
            </w:r>
            <w:r w:rsidRPr="008D5E42">
              <w:rPr>
                <w:i/>
              </w:rPr>
              <w:t>Psychologia motywacji</w:t>
            </w:r>
            <w:r w:rsidRPr="008D5E42">
              <w:t>. Gdańsk: GWP. (fragmenty)</w:t>
            </w:r>
          </w:p>
          <w:p w:rsidR="009F055A" w:rsidRPr="008D5E42" w:rsidRDefault="009F055A" w:rsidP="00AC4DC1">
            <w:pPr>
              <w:pStyle w:val="NormalnyWeb"/>
              <w:spacing w:before="0" w:beforeAutospacing="0" w:after="90" w:afterAutospacing="0"/>
            </w:pPr>
            <w:r w:rsidRPr="008D5E42">
              <w:t xml:space="preserve">Maruszewski, T., Doliński, D., Łukaszewski, W., Marszał-Wiśniewska, M. (2008). Emocje i motywacja. W: J. </w:t>
            </w:r>
            <w:proofErr w:type="spellStart"/>
            <w:r w:rsidRPr="008D5E42">
              <w:t>Strelau</w:t>
            </w:r>
            <w:proofErr w:type="spellEnd"/>
            <w:r w:rsidRPr="008D5E42">
              <w:t xml:space="preserve">, D. Doliński (red.), </w:t>
            </w:r>
            <w:r w:rsidRPr="008D5E42">
              <w:rPr>
                <w:i/>
              </w:rPr>
              <w:t xml:space="preserve">Psychologia. Podręcznik akademicki </w:t>
            </w:r>
            <w:r w:rsidRPr="008D5E42">
              <w:t xml:space="preserve">(t. 1, s. 511-649). </w:t>
            </w:r>
            <w:r w:rsidRPr="008D5E42">
              <w:lastRenderedPageBreak/>
              <w:t>Gdańsk: GWP.</w:t>
            </w:r>
          </w:p>
        </w:tc>
      </w:tr>
      <w:tr w:rsidR="00DA323B" w:rsidRPr="008D5E42" w:rsidTr="008D5E42">
        <w:trPr>
          <w:trHeight w:val="397"/>
        </w:trPr>
        <w:tc>
          <w:tcPr>
            <w:tcW w:w="5000" w:type="pct"/>
          </w:tcPr>
          <w:p w:rsidR="00156B80" w:rsidRPr="000C5847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0C5847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F055A" w:rsidRPr="008D5E42" w:rsidRDefault="009F055A" w:rsidP="009F055A">
            <w:pPr>
              <w:pStyle w:val="NormalnyWeb"/>
              <w:spacing w:before="0" w:beforeAutospacing="0" w:after="90" w:afterAutospacing="0"/>
            </w:pPr>
            <w:r w:rsidRPr="008D5E42">
              <w:t xml:space="preserve">Doliński, D., Błaszczak, W. (2011) (red.). </w:t>
            </w:r>
            <w:r w:rsidRPr="008D5E42">
              <w:rPr>
                <w:i/>
              </w:rPr>
              <w:t>Dynamika emocji. Teoria i praktyka</w:t>
            </w:r>
            <w:r w:rsidRPr="008D5E42">
              <w:t>. Warszawa: PWN.</w:t>
            </w:r>
          </w:p>
          <w:p w:rsidR="009F055A" w:rsidRPr="008D5E42" w:rsidRDefault="009F055A" w:rsidP="009F055A">
            <w:pPr>
              <w:pStyle w:val="NormalnyWeb"/>
              <w:spacing w:before="0" w:beforeAutospacing="0" w:after="90" w:afterAutospacing="0"/>
            </w:pPr>
            <w:proofErr w:type="spellStart"/>
            <w:r w:rsidRPr="008D5E42">
              <w:t>Gasiul</w:t>
            </w:r>
            <w:proofErr w:type="spellEnd"/>
            <w:r w:rsidRPr="008D5E42">
              <w:t xml:space="preserve">, H. (2007). </w:t>
            </w:r>
            <w:r w:rsidRPr="008D5E42">
              <w:rPr>
                <w:i/>
              </w:rPr>
              <w:t>Teorie emocji i motywacji</w:t>
            </w:r>
            <w:r w:rsidRPr="008D5E42">
              <w:t>. Warszawa: Wydawnictwo Naukowe UKSW.</w:t>
            </w:r>
          </w:p>
          <w:p w:rsidR="009F055A" w:rsidRPr="008D5E42" w:rsidRDefault="009F055A" w:rsidP="009F055A">
            <w:pPr>
              <w:pStyle w:val="NormalnyWeb"/>
              <w:spacing w:before="0" w:beforeAutospacing="0" w:after="90" w:afterAutospacing="0"/>
            </w:pPr>
            <w:proofErr w:type="spellStart"/>
            <w:r w:rsidRPr="008D5E42">
              <w:t>Gasiul</w:t>
            </w:r>
            <w:proofErr w:type="spellEnd"/>
            <w:r w:rsidRPr="008D5E42">
              <w:t xml:space="preserve">, H. (2018) (red.). </w:t>
            </w:r>
            <w:r w:rsidRPr="008D5E42">
              <w:rPr>
                <w:i/>
              </w:rPr>
              <w:t>Metody badania emocji i motywacji</w:t>
            </w:r>
            <w:r w:rsidRPr="008D5E42">
              <w:t xml:space="preserve">. Warszawa: </w:t>
            </w:r>
            <w:proofErr w:type="spellStart"/>
            <w:r w:rsidRPr="008D5E42">
              <w:t>Difin</w:t>
            </w:r>
            <w:proofErr w:type="spellEnd"/>
            <w:r w:rsidRPr="008D5E42">
              <w:t xml:space="preserve">.  </w:t>
            </w:r>
          </w:p>
          <w:p w:rsidR="009F055A" w:rsidRPr="008D5E42" w:rsidRDefault="009F055A" w:rsidP="009F055A">
            <w:pPr>
              <w:pStyle w:val="NormalnyWeb"/>
              <w:spacing w:before="0" w:beforeAutospacing="0" w:after="90" w:afterAutospacing="0"/>
            </w:pPr>
            <w:r w:rsidRPr="008D5E42">
              <w:t xml:space="preserve">Le Doux, J. (2000). </w:t>
            </w:r>
            <w:r w:rsidRPr="008D5E42">
              <w:rPr>
                <w:i/>
              </w:rPr>
              <w:t>Mózg emocjonalny.</w:t>
            </w:r>
            <w:r w:rsidRPr="008D5E42">
              <w:t xml:space="preserve"> Poznań: Media Rodzina. </w:t>
            </w:r>
          </w:p>
          <w:p w:rsidR="009F055A" w:rsidRPr="008D5E42" w:rsidRDefault="009F055A" w:rsidP="009F055A">
            <w:pPr>
              <w:pStyle w:val="NormalnyWeb"/>
              <w:spacing w:before="0" w:beforeAutospacing="0" w:after="90" w:afterAutospacing="0"/>
            </w:pPr>
            <w:r w:rsidRPr="008D5E42">
              <w:rPr>
                <w:lang w:val="en-US"/>
              </w:rPr>
              <w:t xml:space="preserve">Lewis, M., </w:t>
            </w:r>
            <w:proofErr w:type="spellStart"/>
            <w:r w:rsidRPr="008D5E42">
              <w:rPr>
                <w:lang w:val="en-US"/>
              </w:rPr>
              <w:t>Haviland</w:t>
            </w:r>
            <w:proofErr w:type="spellEnd"/>
            <w:r w:rsidRPr="008D5E42">
              <w:rPr>
                <w:lang w:val="en-US"/>
              </w:rPr>
              <w:t xml:space="preserve">-Jones, J..M. (2005) (red.). </w:t>
            </w:r>
            <w:r w:rsidRPr="008D5E42">
              <w:rPr>
                <w:i/>
              </w:rPr>
              <w:t>Psychologia emocji.</w:t>
            </w:r>
            <w:r w:rsidRPr="008D5E42">
              <w:t xml:space="preserve"> Gdańsk: GWP.</w:t>
            </w:r>
          </w:p>
          <w:p w:rsidR="009F055A" w:rsidRPr="008D5E42" w:rsidRDefault="009F055A" w:rsidP="009F055A">
            <w:pPr>
              <w:pStyle w:val="NormalnyWeb"/>
              <w:spacing w:before="0" w:beforeAutospacing="0" w:after="90" w:afterAutospacing="0"/>
            </w:pPr>
            <w:r w:rsidRPr="008D5E42">
              <w:t xml:space="preserve">Łosiak, W. (2007). </w:t>
            </w:r>
            <w:r w:rsidRPr="008D5E42">
              <w:rPr>
                <w:i/>
              </w:rPr>
              <w:t>Psychologia emocji.</w:t>
            </w:r>
            <w:r w:rsidRPr="008D5E42">
              <w:t xml:space="preserve"> Warszawa: </w:t>
            </w:r>
            <w:proofErr w:type="spellStart"/>
            <w:r w:rsidRPr="008D5E42">
              <w:t>WAiP</w:t>
            </w:r>
            <w:proofErr w:type="spellEnd"/>
            <w:r w:rsidRPr="008D5E42">
              <w:t xml:space="preserve">. </w:t>
            </w:r>
          </w:p>
          <w:p w:rsidR="009F055A" w:rsidRPr="008D5E42" w:rsidRDefault="009F055A" w:rsidP="009F055A">
            <w:pPr>
              <w:pStyle w:val="NormalnyWeb"/>
              <w:spacing w:before="0" w:beforeAutospacing="0" w:after="90" w:afterAutospacing="0"/>
            </w:pPr>
            <w:proofErr w:type="spellStart"/>
            <w:r w:rsidRPr="008D5E42">
              <w:t>Oatley</w:t>
            </w:r>
            <w:proofErr w:type="spellEnd"/>
            <w:r w:rsidRPr="008D5E42">
              <w:t xml:space="preserve">, K., Jenkins, J.M. (2005). </w:t>
            </w:r>
            <w:r w:rsidRPr="008D5E42">
              <w:rPr>
                <w:i/>
              </w:rPr>
              <w:t>Zrozumieć emocje</w:t>
            </w:r>
            <w:r w:rsidRPr="008D5E42">
              <w:t xml:space="preserve">. Warszawa: PWN.  </w:t>
            </w:r>
          </w:p>
          <w:p w:rsidR="009F055A" w:rsidRPr="008D5E42" w:rsidRDefault="009F055A" w:rsidP="009F055A">
            <w:pPr>
              <w:pStyle w:val="NormalnyWeb"/>
              <w:spacing w:before="0" w:beforeAutospacing="0" w:after="90" w:afterAutospacing="0"/>
            </w:pPr>
            <w:proofErr w:type="spellStart"/>
            <w:r w:rsidRPr="008D5E42">
              <w:t>Ohme</w:t>
            </w:r>
            <w:proofErr w:type="spellEnd"/>
            <w:r w:rsidRPr="008D5E42">
              <w:t xml:space="preserve">, R. K. (2007) (red.). </w:t>
            </w:r>
            <w:r w:rsidRPr="008D5E42">
              <w:rPr>
                <w:i/>
              </w:rPr>
              <w:t>Nieuświadomiony afekt. Najnowsze odkrycia.</w:t>
            </w:r>
            <w:r w:rsidRPr="008D5E42">
              <w:t xml:space="preserve"> Gdańsk: GWP.</w:t>
            </w:r>
          </w:p>
          <w:p w:rsidR="009F055A" w:rsidRPr="008D5E42" w:rsidRDefault="009F055A" w:rsidP="009F055A">
            <w:pPr>
              <w:pStyle w:val="NormalnyWeb"/>
              <w:spacing w:before="0" w:beforeAutospacing="0" w:after="90" w:afterAutospacing="0"/>
            </w:pPr>
            <w:proofErr w:type="spellStart"/>
            <w:r w:rsidRPr="008D5E42">
              <w:t>Śmieja</w:t>
            </w:r>
            <w:proofErr w:type="spellEnd"/>
            <w:r w:rsidRPr="008D5E42">
              <w:t xml:space="preserve">, M., Orzechowski, J. (2008). </w:t>
            </w:r>
            <w:r w:rsidRPr="008D5E42">
              <w:rPr>
                <w:i/>
              </w:rPr>
              <w:t>Inteligencja emocjonalna.</w:t>
            </w:r>
            <w:r w:rsidRPr="008D5E42">
              <w:t xml:space="preserve"> Warszawa: PWN.</w:t>
            </w:r>
          </w:p>
          <w:p w:rsidR="00DA323B" w:rsidRPr="008D5E42" w:rsidRDefault="009F055A" w:rsidP="009F055A">
            <w:pPr>
              <w:pStyle w:val="NormalnyWeb"/>
              <w:spacing w:before="0" w:beforeAutospacing="0" w:after="90" w:afterAutospacing="0"/>
            </w:pPr>
            <w:r w:rsidRPr="008D5E42">
              <w:t xml:space="preserve">Zaleski, Z. (1993). </w:t>
            </w:r>
            <w:r w:rsidRPr="008D5E42">
              <w:rPr>
                <w:i/>
              </w:rPr>
              <w:t xml:space="preserve">Psychologia </w:t>
            </w:r>
            <w:proofErr w:type="spellStart"/>
            <w:r w:rsidRPr="008D5E42">
              <w:rPr>
                <w:i/>
              </w:rPr>
              <w:t>zachowań</w:t>
            </w:r>
            <w:proofErr w:type="spellEnd"/>
            <w:r w:rsidRPr="008D5E42">
              <w:rPr>
                <w:i/>
              </w:rPr>
              <w:t xml:space="preserve"> celowych</w:t>
            </w:r>
            <w:r w:rsidRPr="008D5E42">
              <w:t xml:space="preserve">. Warszawa: PWN. </w:t>
            </w:r>
          </w:p>
        </w:tc>
      </w:tr>
    </w:tbl>
    <w:p w:rsidR="00DA323B" w:rsidRPr="008D5E42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:rsidR="0085747A" w:rsidRPr="008D5E42" w:rsidRDefault="0085747A" w:rsidP="008D5E42">
      <w:pPr>
        <w:pStyle w:val="Punktygwne"/>
        <w:spacing w:before="0" w:after="0"/>
        <w:ind w:left="360"/>
        <w:rPr>
          <w:szCs w:val="24"/>
        </w:rPr>
      </w:pPr>
      <w:r w:rsidRPr="008D5E42">
        <w:rPr>
          <w:b w:val="0"/>
          <w:smallCaps w:val="0"/>
          <w:szCs w:val="24"/>
        </w:rPr>
        <w:t>Akceptacja Kierownika Jednostki lub osoby upoważnionej</w:t>
      </w:r>
      <w:r w:rsidR="00A408D3" w:rsidRPr="008D5E42">
        <w:rPr>
          <w:szCs w:val="24"/>
        </w:rPr>
        <w:tab/>
      </w:r>
    </w:p>
    <w:sectPr w:rsidR="0085747A" w:rsidRPr="008D5E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D02" w:rsidRDefault="009D7D02" w:rsidP="00C16ABF">
      <w:pPr>
        <w:spacing w:after="0" w:line="240" w:lineRule="auto"/>
      </w:pPr>
      <w:r>
        <w:separator/>
      </w:r>
    </w:p>
  </w:endnote>
  <w:endnote w:type="continuationSeparator" w:id="0">
    <w:p w:rsidR="009D7D02" w:rsidRDefault="009D7D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D02" w:rsidRDefault="009D7D02" w:rsidP="00C16ABF">
      <w:pPr>
        <w:spacing w:after="0" w:line="240" w:lineRule="auto"/>
      </w:pPr>
      <w:r>
        <w:separator/>
      </w:r>
    </w:p>
  </w:footnote>
  <w:footnote w:type="continuationSeparator" w:id="0">
    <w:p w:rsidR="009D7D02" w:rsidRDefault="009D7D02" w:rsidP="00C16ABF">
      <w:pPr>
        <w:spacing w:after="0" w:line="240" w:lineRule="auto"/>
      </w:pPr>
      <w:r>
        <w:continuationSeparator/>
      </w:r>
    </w:p>
  </w:footnote>
  <w:footnote w:id="1">
    <w:p w:rsidR="00B84734" w:rsidRDefault="00B8473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D72374"/>
    <w:multiLevelType w:val="hybridMultilevel"/>
    <w:tmpl w:val="02281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08A6"/>
    <w:rsid w:val="00033B02"/>
    <w:rsid w:val="00042A51"/>
    <w:rsid w:val="00042D2E"/>
    <w:rsid w:val="00044C82"/>
    <w:rsid w:val="00070ED6"/>
    <w:rsid w:val="00073025"/>
    <w:rsid w:val="000742DC"/>
    <w:rsid w:val="000830F3"/>
    <w:rsid w:val="00084C12"/>
    <w:rsid w:val="0009462C"/>
    <w:rsid w:val="00094B12"/>
    <w:rsid w:val="00096C46"/>
    <w:rsid w:val="000A296F"/>
    <w:rsid w:val="000A2A28"/>
    <w:rsid w:val="000A6352"/>
    <w:rsid w:val="000B0924"/>
    <w:rsid w:val="000B192D"/>
    <w:rsid w:val="000B28EE"/>
    <w:rsid w:val="000B3E37"/>
    <w:rsid w:val="000B7042"/>
    <w:rsid w:val="000C13FF"/>
    <w:rsid w:val="000C5696"/>
    <w:rsid w:val="000C5847"/>
    <w:rsid w:val="000D04B0"/>
    <w:rsid w:val="000D690F"/>
    <w:rsid w:val="000F1C57"/>
    <w:rsid w:val="000F5615"/>
    <w:rsid w:val="00107219"/>
    <w:rsid w:val="001132F3"/>
    <w:rsid w:val="0012408B"/>
    <w:rsid w:val="00124BFF"/>
    <w:rsid w:val="0012560E"/>
    <w:rsid w:val="00127108"/>
    <w:rsid w:val="00133345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F2CA2"/>
    <w:rsid w:val="001F7CF9"/>
    <w:rsid w:val="001F7DC8"/>
    <w:rsid w:val="002144C0"/>
    <w:rsid w:val="00216238"/>
    <w:rsid w:val="00222CB7"/>
    <w:rsid w:val="0022477D"/>
    <w:rsid w:val="002278A9"/>
    <w:rsid w:val="002336F9"/>
    <w:rsid w:val="0024028F"/>
    <w:rsid w:val="00241DC9"/>
    <w:rsid w:val="00244ABC"/>
    <w:rsid w:val="002734A3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A0A5B"/>
    <w:rsid w:val="003A1176"/>
    <w:rsid w:val="003A6D87"/>
    <w:rsid w:val="003B346E"/>
    <w:rsid w:val="003B5C1C"/>
    <w:rsid w:val="003C0BAE"/>
    <w:rsid w:val="003C7D47"/>
    <w:rsid w:val="003D18A9"/>
    <w:rsid w:val="003D62FA"/>
    <w:rsid w:val="003D6CE2"/>
    <w:rsid w:val="003D7FC4"/>
    <w:rsid w:val="003E1941"/>
    <w:rsid w:val="003E27F9"/>
    <w:rsid w:val="003E2FE6"/>
    <w:rsid w:val="003E4099"/>
    <w:rsid w:val="003E49D5"/>
    <w:rsid w:val="003E4D52"/>
    <w:rsid w:val="003F38C0"/>
    <w:rsid w:val="003F481C"/>
    <w:rsid w:val="003F71AE"/>
    <w:rsid w:val="0041287D"/>
    <w:rsid w:val="00414E3C"/>
    <w:rsid w:val="0042244A"/>
    <w:rsid w:val="00426BA5"/>
    <w:rsid w:val="0042745A"/>
    <w:rsid w:val="004311DB"/>
    <w:rsid w:val="00431D5C"/>
    <w:rsid w:val="004362C6"/>
    <w:rsid w:val="00437FA2"/>
    <w:rsid w:val="00445970"/>
    <w:rsid w:val="00446341"/>
    <w:rsid w:val="0045383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0DA"/>
    <w:rsid w:val="004968E2"/>
    <w:rsid w:val="004A3EEA"/>
    <w:rsid w:val="004A4114"/>
    <w:rsid w:val="004A4D1F"/>
    <w:rsid w:val="004D5282"/>
    <w:rsid w:val="004F1551"/>
    <w:rsid w:val="004F55A3"/>
    <w:rsid w:val="00502AC2"/>
    <w:rsid w:val="005032AA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0DE3"/>
    <w:rsid w:val="005C080F"/>
    <w:rsid w:val="005C55E5"/>
    <w:rsid w:val="005C696A"/>
    <w:rsid w:val="005E6E85"/>
    <w:rsid w:val="005F31D2"/>
    <w:rsid w:val="00606A26"/>
    <w:rsid w:val="0061029B"/>
    <w:rsid w:val="00617230"/>
    <w:rsid w:val="00621CE1"/>
    <w:rsid w:val="00627FC9"/>
    <w:rsid w:val="0063690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0DC6"/>
    <w:rsid w:val="0078168C"/>
    <w:rsid w:val="007849AE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E56"/>
    <w:rsid w:val="007E7712"/>
    <w:rsid w:val="007F1652"/>
    <w:rsid w:val="007F4155"/>
    <w:rsid w:val="0081554D"/>
    <w:rsid w:val="0081568F"/>
    <w:rsid w:val="0081707E"/>
    <w:rsid w:val="008449B3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B314B"/>
    <w:rsid w:val="008B582B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D5E42"/>
    <w:rsid w:val="008E64F4"/>
    <w:rsid w:val="008F03B0"/>
    <w:rsid w:val="008F12C9"/>
    <w:rsid w:val="008F6E29"/>
    <w:rsid w:val="008F70AB"/>
    <w:rsid w:val="00916188"/>
    <w:rsid w:val="00923D7D"/>
    <w:rsid w:val="00931506"/>
    <w:rsid w:val="00936858"/>
    <w:rsid w:val="009508DF"/>
    <w:rsid w:val="00950DAC"/>
    <w:rsid w:val="00954A07"/>
    <w:rsid w:val="00960011"/>
    <w:rsid w:val="00997F14"/>
    <w:rsid w:val="009A78D9"/>
    <w:rsid w:val="009B53BB"/>
    <w:rsid w:val="009B5CC9"/>
    <w:rsid w:val="009C1331"/>
    <w:rsid w:val="009C3E31"/>
    <w:rsid w:val="009C54AE"/>
    <w:rsid w:val="009C788E"/>
    <w:rsid w:val="009D7D02"/>
    <w:rsid w:val="009E08F3"/>
    <w:rsid w:val="009E2129"/>
    <w:rsid w:val="009E3B41"/>
    <w:rsid w:val="009F055A"/>
    <w:rsid w:val="009F3C5C"/>
    <w:rsid w:val="009F3F2D"/>
    <w:rsid w:val="009F4610"/>
    <w:rsid w:val="00A00ECC"/>
    <w:rsid w:val="00A02DE4"/>
    <w:rsid w:val="00A0489D"/>
    <w:rsid w:val="00A07C7B"/>
    <w:rsid w:val="00A155EE"/>
    <w:rsid w:val="00A2245B"/>
    <w:rsid w:val="00A30110"/>
    <w:rsid w:val="00A33471"/>
    <w:rsid w:val="00A36899"/>
    <w:rsid w:val="00A371F6"/>
    <w:rsid w:val="00A408D3"/>
    <w:rsid w:val="00A42FF7"/>
    <w:rsid w:val="00A43BF6"/>
    <w:rsid w:val="00A460EE"/>
    <w:rsid w:val="00A53FA5"/>
    <w:rsid w:val="00A54817"/>
    <w:rsid w:val="00A601C8"/>
    <w:rsid w:val="00A60799"/>
    <w:rsid w:val="00A809F4"/>
    <w:rsid w:val="00A84C85"/>
    <w:rsid w:val="00A91194"/>
    <w:rsid w:val="00A97DE1"/>
    <w:rsid w:val="00AA35EA"/>
    <w:rsid w:val="00AB053C"/>
    <w:rsid w:val="00AC4DC1"/>
    <w:rsid w:val="00AD1146"/>
    <w:rsid w:val="00AD27D3"/>
    <w:rsid w:val="00AD66D6"/>
    <w:rsid w:val="00AE1160"/>
    <w:rsid w:val="00AE203C"/>
    <w:rsid w:val="00AE2E74"/>
    <w:rsid w:val="00AE5FCB"/>
    <w:rsid w:val="00AF2C1E"/>
    <w:rsid w:val="00AF6F11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5474"/>
    <w:rsid w:val="00B66529"/>
    <w:rsid w:val="00B70A85"/>
    <w:rsid w:val="00B71290"/>
    <w:rsid w:val="00B75946"/>
    <w:rsid w:val="00B8056E"/>
    <w:rsid w:val="00B819C8"/>
    <w:rsid w:val="00B82308"/>
    <w:rsid w:val="00B84734"/>
    <w:rsid w:val="00B90885"/>
    <w:rsid w:val="00BB520A"/>
    <w:rsid w:val="00BD3869"/>
    <w:rsid w:val="00BD66E9"/>
    <w:rsid w:val="00BD6FF4"/>
    <w:rsid w:val="00BF2C41"/>
    <w:rsid w:val="00C043E7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05F1"/>
    <w:rsid w:val="00CE5BAC"/>
    <w:rsid w:val="00CF25BE"/>
    <w:rsid w:val="00CF78ED"/>
    <w:rsid w:val="00D01B59"/>
    <w:rsid w:val="00D02A41"/>
    <w:rsid w:val="00D02B25"/>
    <w:rsid w:val="00D02EBA"/>
    <w:rsid w:val="00D043D4"/>
    <w:rsid w:val="00D05370"/>
    <w:rsid w:val="00D1306C"/>
    <w:rsid w:val="00D17C3C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74119"/>
    <w:rsid w:val="00D763D4"/>
    <w:rsid w:val="00D8075B"/>
    <w:rsid w:val="00D8678B"/>
    <w:rsid w:val="00DA2114"/>
    <w:rsid w:val="00DA323B"/>
    <w:rsid w:val="00DD2CDC"/>
    <w:rsid w:val="00DE09C0"/>
    <w:rsid w:val="00DE4A14"/>
    <w:rsid w:val="00DE4F48"/>
    <w:rsid w:val="00DF320D"/>
    <w:rsid w:val="00DF71C8"/>
    <w:rsid w:val="00E01D93"/>
    <w:rsid w:val="00E0539A"/>
    <w:rsid w:val="00E121F2"/>
    <w:rsid w:val="00E129B8"/>
    <w:rsid w:val="00E21E7D"/>
    <w:rsid w:val="00E22FBC"/>
    <w:rsid w:val="00E24BF5"/>
    <w:rsid w:val="00E25338"/>
    <w:rsid w:val="00E51E44"/>
    <w:rsid w:val="00E63348"/>
    <w:rsid w:val="00E65F8B"/>
    <w:rsid w:val="00E77E88"/>
    <w:rsid w:val="00E8107D"/>
    <w:rsid w:val="00E83B49"/>
    <w:rsid w:val="00E91314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D657C"/>
    <w:rsid w:val="00EE32DE"/>
    <w:rsid w:val="00EE5457"/>
    <w:rsid w:val="00F02DD1"/>
    <w:rsid w:val="00F070AB"/>
    <w:rsid w:val="00F17567"/>
    <w:rsid w:val="00F27A7B"/>
    <w:rsid w:val="00F47417"/>
    <w:rsid w:val="00F526AF"/>
    <w:rsid w:val="00F617C3"/>
    <w:rsid w:val="00F7066B"/>
    <w:rsid w:val="00F81090"/>
    <w:rsid w:val="00F83B28"/>
    <w:rsid w:val="00F947A6"/>
    <w:rsid w:val="00F96E8F"/>
    <w:rsid w:val="00FA0896"/>
    <w:rsid w:val="00FA46E5"/>
    <w:rsid w:val="00FB7DBA"/>
    <w:rsid w:val="00FC1C25"/>
    <w:rsid w:val="00FC3F45"/>
    <w:rsid w:val="00FD503F"/>
    <w:rsid w:val="00FD7589"/>
    <w:rsid w:val="00FE514A"/>
    <w:rsid w:val="00FE69E7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F9B8"/>
  <w15:docId w15:val="{1624A3BD-DBC1-43FA-854A-FFF8B6FE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A8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05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48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48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481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81C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D02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87014-0D6F-4131-9429-694122EFF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1180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2019-12-09T10:29:00Z</cp:lastPrinted>
  <dcterms:created xsi:type="dcterms:W3CDTF">2023-01-25T13:02:00Z</dcterms:created>
  <dcterms:modified xsi:type="dcterms:W3CDTF">2023-06-01T10:23:00Z</dcterms:modified>
</cp:coreProperties>
</file>